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5AB09611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171182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835A1D">
        <w:trPr>
          <w:tblHeader/>
        </w:trPr>
        <w:tc>
          <w:tcPr>
            <w:tcW w:w="1396" w:type="pct"/>
            <w:shd w:val="clear" w:color="auto" w:fill="auto"/>
          </w:tcPr>
          <w:p w14:paraId="42E58BBB" w14:textId="252EC457" w:rsidR="00F1480E" w:rsidRPr="000754EC" w:rsidRDefault="008A4A4C" w:rsidP="00F47281">
            <w:pPr>
              <w:pStyle w:val="SIUnittitle"/>
            </w:pPr>
            <w:r w:rsidRPr="00D2012C">
              <w:t>FWP</w:t>
            </w:r>
            <w:r w:rsidRPr="008A4A4C">
              <w:t>COT4217</w:t>
            </w:r>
          </w:p>
        </w:tc>
        <w:tc>
          <w:tcPr>
            <w:tcW w:w="3604" w:type="pct"/>
            <w:shd w:val="clear" w:color="auto" w:fill="auto"/>
          </w:tcPr>
          <w:p w14:paraId="7B2E5DB8" w14:textId="04D146A2" w:rsidR="00F1480E" w:rsidRPr="000754EC" w:rsidRDefault="00CD5C5C" w:rsidP="00F47281">
            <w:pPr>
              <w:pStyle w:val="SIUnittitle"/>
            </w:pPr>
            <w:r>
              <w:t>Apply</w:t>
            </w:r>
            <w:r w:rsidR="0059567C">
              <w:t xml:space="preserve"> a safety mindset in forestry operations</w:t>
            </w:r>
          </w:p>
        </w:tc>
      </w:tr>
      <w:tr w:rsidR="00F1480E" w:rsidRPr="00963A46" w14:paraId="2304FCB4" w14:textId="77777777" w:rsidTr="00835A1D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0508D7A3" w:rsidR="008E2FD6" w:rsidRPr="00B954C8" w:rsidRDefault="008E2FD6" w:rsidP="0035416A">
            <w:pPr>
              <w:pStyle w:val="SIText"/>
              <w:rPr>
                <w:rFonts w:eastAsiaTheme="minorEastAsia"/>
              </w:rPr>
            </w:pPr>
            <w:r w:rsidRPr="000F7282">
              <w:t xml:space="preserve">This unit of competency describes the skills and knowledge required to </w:t>
            </w:r>
            <w:r w:rsidR="002842FD">
              <w:t>apply a safety min</w:t>
            </w:r>
            <w:r w:rsidR="0069107F">
              <w:t>d</w:t>
            </w:r>
            <w:r w:rsidR="002842FD">
              <w:t xml:space="preserve">set </w:t>
            </w:r>
            <w:r w:rsidR="00672064">
              <w:t>while</w:t>
            </w:r>
            <w:r w:rsidR="00AE4E4E">
              <w:t xml:space="preserve"> working</w:t>
            </w:r>
            <w:r w:rsidR="005C0D7E">
              <w:t xml:space="preserve"> </w:t>
            </w:r>
            <w:r w:rsidR="00AE4E4E">
              <w:t xml:space="preserve">in teams </w:t>
            </w:r>
            <w:r w:rsidR="005C0D7E">
              <w:t>or when workin</w:t>
            </w:r>
            <w:r w:rsidR="005C0D7E" w:rsidRPr="005C0D7E">
              <w:t>g alone, in isolation</w:t>
            </w:r>
            <w:r w:rsidR="009924F6">
              <w:t>, remote</w:t>
            </w:r>
            <w:r w:rsidR="00776932">
              <w:t>ly</w:t>
            </w:r>
            <w:r w:rsidR="005C0D7E" w:rsidRPr="005C0D7E">
              <w:t xml:space="preserve"> or out</w:t>
            </w:r>
            <w:r w:rsidR="00776932">
              <w:t>-</w:t>
            </w:r>
            <w:r w:rsidR="005C0D7E" w:rsidRPr="005C0D7E">
              <w:t>of</w:t>
            </w:r>
            <w:r w:rsidR="00776932">
              <w:t>-</w:t>
            </w:r>
            <w:r w:rsidR="005C0D7E" w:rsidRPr="005C0D7E">
              <w:t>line</w:t>
            </w:r>
            <w:r w:rsidR="00776932">
              <w:t>-</w:t>
            </w:r>
            <w:r w:rsidR="005C0D7E" w:rsidRPr="005C0D7E">
              <w:t>of</w:t>
            </w:r>
            <w:r w:rsidR="00776932">
              <w:t>-</w:t>
            </w:r>
            <w:r w:rsidR="005C0D7E" w:rsidRPr="005C0D7E">
              <w:t>si</w:t>
            </w:r>
            <w:r w:rsidR="003C267F">
              <w:t>ght</w:t>
            </w:r>
            <w:r w:rsidR="005C0D7E" w:rsidRPr="005C0D7E">
              <w:t xml:space="preserve"> in forestry operations</w:t>
            </w:r>
            <w:r w:rsidR="005C0D7E">
              <w:t>.</w:t>
            </w:r>
            <w:r w:rsidR="005C0D7E" w:rsidRPr="005C0D7E">
              <w:t xml:space="preserve"> </w:t>
            </w:r>
            <w:r w:rsidR="00500F6A">
              <w:t>This includes</w:t>
            </w:r>
            <w:r w:rsidR="00967802">
              <w:t xml:space="preserve"> </w:t>
            </w:r>
            <w:r w:rsidR="00500F6A">
              <w:t xml:space="preserve">the awareness and skills </w:t>
            </w:r>
            <w:r w:rsidR="005C0D7E">
              <w:t xml:space="preserve">required </w:t>
            </w:r>
            <w:r w:rsidR="00500F6A">
              <w:t xml:space="preserve">to </w:t>
            </w:r>
            <w:r w:rsidR="0019311A">
              <w:t xml:space="preserve">positively </w:t>
            </w:r>
            <w:r w:rsidR="00500F6A">
              <w:rPr>
                <w:rFonts w:eastAsiaTheme="minorEastAsia"/>
              </w:rPr>
              <w:t>influ</w:t>
            </w:r>
            <w:r w:rsidR="00E023E1">
              <w:rPr>
                <w:rFonts w:eastAsiaTheme="minorEastAsia"/>
              </w:rPr>
              <w:t>e</w:t>
            </w:r>
            <w:r w:rsidR="00500F6A">
              <w:rPr>
                <w:rFonts w:eastAsiaTheme="minorEastAsia"/>
              </w:rPr>
              <w:t>nce</w:t>
            </w:r>
            <w:r w:rsidR="00967802" w:rsidRPr="00967802">
              <w:rPr>
                <w:rFonts w:eastAsiaTheme="minorEastAsia"/>
              </w:rPr>
              <w:t xml:space="preserve"> the safety culture of small peer-group team</w:t>
            </w:r>
            <w:r w:rsidR="00500F6A">
              <w:rPr>
                <w:rFonts w:eastAsiaTheme="minorEastAsia"/>
              </w:rPr>
              <w:t>s</w:t>
            </w:r>
            <w:r w:rsidR="00967802">
              <w:rPr>
                <w:rFonts w:eastAsiaTheme="minorEastAsia"/>
              </w:rPr>
              <w:t>.</w:t>
            </w:r>
          </w:p>
          <w:p w14:paraId="70105053" w14:textId="77777777" w:rsidR="008E2FD6" w:rsidRPr="000F7282" w:rsidRDefault="008E2FD6" w:rsidP="0035416A">
            <w:pPr>
              <w:pStyle w:val="SIText"/>
            </w:pPr>
          </w:p>
          <w:p w14:paraId="351E5A40" w14:textId="15721DA8" w:rsidR="008E2FD6" w:rsidRDefault="008E2FD6" w:rsidP="0035416A">
            <w:pPr>
              <w:pStyle w:val="SIText"/>
            </w:pPr>
            <w:r w:rsidRPr="000F7282">
              <w:t xml:space="preserve">The unit applies to </w:t>
            </w:r>
            <w:r w:rsidR="00AE4E4E">
              <w:t>those</w:t>
            </w:r>
            <w:r w:rsidR="0070416A">
              <w:t xml:space="preserve"> who </w:t>
            </w:r>
            <w:r w:rsidR="005C0D7E">
              <w:t>have responsibility for leading small work teams</w:t>
            </w:r>
            <w:r w:rsidR="002842FD">
              <w:t xml:space="preserve"> in </w:t>
            </w:r>
            <w:r w:rsidR="002842FD" w:rsidRPr="002842FD">
              <w:t>forestry operation</w:t>
            </w:r>
            <w:r w:rsidR="005C0D7E">
              <w:t>s</w:t>
            </w:r>
            <w:r w:rsidRPr="000F7282">
              <w:t>.</w:t>
            </w:r>
          </w:p>
          <w:p w14:paraId="70DFBFED" w14:textId="77777777" w:rsidR="008E2FD6" w:rsidRPr="000F7282" w:rsidRDefault="008E2FD6" w:rsidP="0035416A">
            <w:pPr>
              <w:pStyle w:val="SIText"/>
            </w:pPr>
          </w:p>
          <w:p w14:paraId="1DECDDC8" w14:textId="3F452E0E" w:rsidR="00373436" w:rsidRPr="000754EC" w:rsidRDefault="008E2FD6" w:rsidP="0035416A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835A1D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41925C" w14:textId="77777777" w:rsidR="00776932" w:rsidRPr="00776932" w:rsidRDefault="00776932" w:rsidP="00776932">
            <w:pPr>
              <w:pStyle w:val="SIText"/>
            </w:pPr>
            <w:r w:rsidRPr="00373393">
              <w:t>The prerequisite unit of competency for this unit is:</w:t>
            </w:r>
          </w:p>
          <w:p w14:paraId="2E812257" w14:textId="28B7C843" w:rsidR="00776932" w:rsidRPr="0029631B" w:rsidRDefault="0058151B" w:rsidP="0029631B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29631B">
              <w:t>FWPCOR3205</w:t>
            </w:r>
            <w:r w:rsidR="00776932" w:rsidRPr="0029631B">
              <w:rPr>
                <w:rStyle w:val="SITemporaryText"/>
                <w:color w:val="auto"/>
                <w:sz w:val="20"/>
              </w:rPr>
              <w:t xml:space="preserve"> </w:t>
            </w:r>
            <w:r w:rsidR="00484782" w:rsidRPr="00484782">
              <w:t>Apply safety, health and environmental requirements in forest and wood products operations</w:t>
            </w:r>
          </w:p>
          <w:p w14:paraId="26DA97F5" w14:textId="678D6BC3" w:rsidR="00776932" w:rsidRDefault="00776932" w:rsidP="009F7BD4">
            <w:pPr>
              <w:pStyle w:val="SIText"/>
            </w:pPr>
            <w:r>
              <w:t>or</w:t>
            </w:r>
          </w:p>
          <w:p w14:paraId="0DD8E588" w14:textId="0F689EC6" w:rsidR="00F1480E" w:rsidRPr="000754EC" w:rsidRDefault="00776932" w:rsidP="009F7BD4">
            <w:pPr>
              <w:pStyle w:val="SIBulletList1"/>
            </w:pPr>
            <w:r w:rsidRPr="00A73ACD">
              <w:t>FWPCOR2</w:t>
            </w:r>
            <w:r w:rsidRPr="00776932">
              <w:t>210 Follow workplace health and safety policies and procedure</w:t>
            </w:r>
            <w:r>
              <w:t>s</w:t>
            </w:r>
            <w:r w:rsidRPr="00373393">
              <w:t>.</w:t>
            </w:r>
            <w:r w:rsidR="00A73ACD" w:rsidRPr="00A73ACD">
              <w:t xml:space="preserve"> </w:t>
            </w:r>
          </w:p>
        </w:tc>
      </w:tr>
      <w:tr w:rsidR="00F1480E" w:rsidRPr="00963A46" w14:paraId="612D006D" w14:textId="77777777" w:rsidTr="00835A1D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7FBE057F" w:rsidR="008547E9" w:rsidRPr="000754EC" w:rsidRDefault="007812B7" w:rsidP="0035416A">
            <w:pPr>
              <w:pStyle w:val="SIText"/>
            </w:pPr>
            <w:r w:rsidRPr="007812B7"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F5566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F5566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75A990FC" w14:textId="2CC0DD6C" w:rsidR="00956978" w:rsidRPr="00B62BBB" w:rsidRDefault="008E2FD6" w:rsidP="0035416A">
            <w:pPr>
              <w:pStyle w:val="SIText"/>
            </w:pPr>
            <w:r w:rsidRPr="00B62BBB">
              <w:t xml:space="preserve">1. </w:t>
            </w:r>
            <w:r w:rsidR="00837A29">
              <w:t>Maintain situational awareness</w:t>
            </w:r>
            <w:r w:rsidR="001D641D">
              <w:t xml:space="preserve"> in </w:t>
            </w:r>
            <w:r w:rsidR="002842FD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0ACD92C9" w14:textId="23F391AB" w:rsidR="00274542" w:rsidRPr="00274542" w:rsidRDefault="00274542" w:rsidP="0035416A">
            <w:pPr>
              <w:pStyle w:val="SIText"/>
            </w:pPr>
            <w:r w:rsidRPr="00274542">
              <w:t>1.</w:t>
            </w:r>
            <w:r>
              <w:t>1</w:t>
            </w:r>
            <w:r w:rsidRPr="00274542">
              <w:t xml:space="preserve"> </w:t>
            </w:r>
            <w:r w:rsidR="006E064C">
              <w:t xml:space="preserve">Maintain </w:t>
            </w:r>
            <w:r w:rsidRPr="00274542">
              <w:t xml:space="preserve">safety procedures when </w:t>
            </w:r>
            <w:r w:rsidR="005C7FC9">
              <w:t>dealing with</w:t>
            </w:r>
            <w:r w:rsidRPr="00274542">
              <w:t xml:space="preserve"> known hazards</w:t>
            </w:r>
            <w:r w:rsidR="00DD1A96">
              <w:t xml:space="preserve"> in forestry operations</w:t>
            </w:r>
          </w:p>
          <w:p w14:paraId="4BBF73C7" w14:textId="43F6E4AA" w:rsidR="006E5DC4" w:rsidRDefault="00837A29" w:rsidP="0035416A">
            <w:pPr>
              <w:pStyle w:val="SIText"/>
            </w:pPr>
            <w:r>
              <w:t>1.</w:t>
            </w:r>
            <w:r w:rsidR="00F22B51">
              <w:t>2</w:t>
            </w:r>
            <w:r>
              <w:t xml:space="preserve"> </w:t>
            </w:r>
            <w:r w:rsidR="001504C8">
              <w:t xml:space="preserve">Identify </w:t>
            </w:r>
            <w:r w:rsidR="006E5DC4">
              <w:t xml:space="preserve">potential </w:t>
            </w:r>
            <w:r w:rsidR="004B3C5D">
              <w:t xml:space="preserve">hazards and assess </w:t>
            </w:r>
            <w:r w:rsidRPr="00837A29">
              <w:t xml:space="preserve">risks </w:t>
            </w:r>
            <w:r w:rsidR="00402786">
              <w:t xml:space="preserve">and anticipate possible consequences </w:t>
            </w:r>
            <w:r w:rsidR="00274542">
              <w:t>in</w:t>
            </w:r>
            <w:r w:rsidRPr="00837A29">
              <w:t xml:space="preserve"> </w:t>
            </w:r>
            <w:r w:rsidR="00576B09">
              <w:t>operating environment</w:t>
            </w:r>
          </w:p>
          <w:p w14:paraId="016552C9" w14:textId="166626C7" w:rsidR="00C4083C" w:rsidRDefault="00C4083C" w:rsidP="0035416A">
            <w:pPr>
              <w:pStyle w:val="SIText"/>
            </w:pPr>
            <w:r>
              <w:t>1.</w:t>
            </w:r>
            <w:r w:rsidR="00F22B51">
              <w:t>3</w:t>
            </w:r>
            <w:r>
              <w:t xml:space="preserve"> Monitor changes in operating environment and report to appropriate personnel</w:t>
            </w:r>
            <w:r w:rsidR="00BF0991">
              <w:t xml:space="preserve"> according to workplace procedures</w:t>
            </w:r>
          </w:p>
          <w:p w14:paraId="7A6ED6D1" w14:textId="46920E70" w:rsidR="00F95834" w:rsidRPr="00956978" w:rsidRDefault="005A351E" w:rsidP="00772E9D">
            <w:pPr>
              <w:pStyle w:val="SIText"/>
            </w:pPr>
            <w:r>
              <w:t>1.</w:t>
            </w:r>
            <w:r w:rsidR="00F22B51">
              <w:t>4</w:t>
            </w:r>
            <w:r w:rsidR="00274542" w:rsidRPr="00274542">
              <w:t xml:space="preserve"> </w:t>
            </w:r>
            <w:r w:rsidR="00611A62">
              <w:t>M</w:t>
            </w:r>
            <w:r w:rsidR="00C4083C">
              <w:t>aintain</w:t>
            </w:r>
            <w:r w:rsidR="00632CDE">
              <w:t xml:space="preserve"> </w:t>
            </w:r>
            <w:r w:rsidR="0040483A">
              <w:t>situational awareness</w:t>
            </w:r>
            <w:r w:rsidR="00274542" w:rsidRPr="00274542">
              <w:t xml:space="preserve"> </w:t>
            </w:r>
            <w:r w:rsidR="00334693">
              <w:t xml:space="preserve">of </w:t>
            </w:r>
            <w:r w:rsidR="00632CDE">
              <w:t xml:space="preserve">the </w:t>
            </w:r>
            <w:r w:rsidR="00274542">
              <w:t>operating</w:t>
            </w:r>
            <w:r w:rsidR="00632CDE">
              <w:t xml:space="preserve"> </w:t>
            </w:r>
            <w:r w:rsidR="00BA430F">
              <w:t>environment</w:t>
            </w:r>
            <w:r w:rsidR="00632CDE">
              <w:t xml:space="preserve">, </w:t>
            </w:r>
            <w:r w:rsidR="00C4083C" w:rsidRPr="00C4083C">
              <w:rPr>
                <w:rFonts w:eastAsiaTheme="minorHAnsi"/>
              </w:rPr>
              <w:t>anticipat</w:t>
            </w:r>
            <w:r w:rsidR="00611A62">
              <w:rPr>
                <w:rFonts w:eastAsiaTheme="minorHAnsi"/>
              </w:rPr>
              <w:t>e</w:t>
            </w:r>
            <w:r w:rsidR="00C4083C" w:rsidRPr="00C4083C">
              <w:rPr>
                <w:rFonts w:eastAsiaTheme="minorHAnsi"/>
              </w:rPr>
              <w:t xml:space="preserve"> </w:t>
            </w:r>
            <w:r w:rsidR="00EF109C">
              <w:rPr>
                <w:rFonts w:eastAsiaTheme="minorHAnsi"/>
              </w:rPr>
              <w:t>consequences</w:t>
            </w:r>
            <w:r w:rsidR="0093268C">
              <w:rPr>
                <w:rFonts w:eastAsiaTheme="minorHAnsi"/>
              </w:rPr>
              <w:t xml:space="preserve"> of </w:t>
            </w:r>
            <w:r w:rsidR="00F93581">
              <w:rPr>
                <w:rFonts w:eastAsiaTheme="minorHAnsi"/>
              </w:rPr>
              <w:t>changed conditions</w:t>
            </w:r>
            <w:r w:rsidR="00120020">
              <w:rPr>
                <w:rFonts w:eastAsiaTheme="minorHAnsi"/>
              </w:rPr>
              <w:t xml:space="preserve"> and take remedial action according to workplace procedures</w:t>
            </w:r>
            <w:r w:rsidR="00EF109C">
              <w:rPr>
                <w:rFonts w:eastAsiaTheme="minorHAnsi"/>
              </w:rPr>
              <w:t xml:space="preserve"> </w:t>
            </w:r>
          </w:p>
        </w:tc>
      </w:tr>
      <w:tr w:rsidR="00251FD7" w:rsidRPr="00963A46" w14:paraId="7787271C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16F7A229" w14:textId="6397A028" w:rsidR="00251FD7" w:rsidRPr="00B62BBB" w:rsidRDefault="00251FD7" w:rsidP="0035416A">
            <w:pPr>
              <w:pStyle w:val="SIText"/>
            </w:pPr>
            <w:r w:rsidRPr="00B62BBB">
              <w:t xml:space="preserve">2. </w:t>
            </w:r>
            <w:r w:rsidR="001D641D">
              <w:t xml:space="preserve">Make </w:t>
            </w:r>
            <w:r w:rsidR="005A351E">
              <w:t xml:space="preserve">safety related </w:t>
            </w:r>
            <w:r w:rsidR="001D641D">
              <w:t>decisions</w:t>
            </w:r>
            <w:r w:rsidR="00DD1A96">
              <w:t xml:space="preserve"> in </w:t>
            </w:r>
            <w:r w:rsidR="00DD1A96" w:rsidRPr="00DD1A96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27A0621C" w14:textId="2F8945B4" w:rsidR="00251FD7" w:rsidRDefault="00251FD7" w:rsidP="0035416A">
            <w:pPr>
              <w:pStyle w:val="SIText"/>
              <w:rPr>
                <w:rFonts w:eastAsiaTheme="minorHAnsi"/>
              </w:rPr>
            </w:pPr>
            <w:r>
              <w:t>2</w:t>
            </w:r>
            <w:r w:rsidRPr="00251FD7">
              <w:t>.</w:t>
            </w:r>
            <w:r>
              <w:t>1</w:t>
            </w:r>
            <w:r w:rsidRPr="00251FD7">
              <w:t xml:space="preserve"> </w:t>
            </w:r>
            <w:r w:rsidR="00BF0991" w:rsidRPr="00BF0991">
              <w:rPr>
                <w:rFonts w:eastAsiaTheme="minorHAnsi"/>
              </w:rPr>
              <w:t xml:space="preserve">Gather and analyse all </w:t>
            </w:r>
            <w:r w:rsidR="000006D6">
              <w:rPr>
                <w:rFonts w:eastAsiaTheme="minorHAnsi"/>
              </w:rPr>
              <w:t xml:space="preserve">available </w:t>
            </w:r>
            <w:r w:rsidR="00BF0991" w:rsidRPr="00BF0991">
              <w:rPr>
                <w:rFonts w:eastAsiaTheme="minorHAnsi"/>
              </w:rPr>
              <w:t xml:space="preserve">information </w:t>
            </w:r>
            <w:r w:rsidR="000006D6">
              <w:rPr>
                <w:rFonts w:eastAsiaTheme="minorHAnsi"/>
              </w:rPr>
              <w:t>on</w:t>
            </w:r>
            <w:r w:rsidR="00BF0991">
              <w:rPr>
                <w:rFonts w:eastAsiaTheme="minorHAnsi"/>
              </w:rPr>
              <w:t xml:space="preserve"> </w:t>
            </w:r>
            <w:r w:rsidR="001D641D">
              <w:rPr>
                <w:rFonts w:eastAsiaTheme="minorHAnsi"/>
              </w:rPr>
              <w:t>safety concerns</w:t>
            </w:r>
          </w:p>
          <w:p w14:paraId="16D6BFB6" w14:textId="08E2DE3F" w:rsidR="00BF0991" w:rsidRDefault="00BF0991" w:rsidP="0035416A">
            <w:pPr>
              <w:pStyle w:val="SIText"/>
              <w:rPr>
                <w:rFonts w:eastAsiaTheme="minorHAnsi"/>
              </w:rPr>
            </w:pPr>
            <w:r>
              <w:t xml:space="preserve">2.2 Seek </w:t>
            </w:r>
            <w:r w:rsidRPr="00BF0991">
              <w:rPr>
                <w:rFonts w:eastAsiaTheme="minorHAnsi"/>
              </w:rPr>
              <w:t>opinions and suggestions</w:t>
            </w:r>
            <w:r>
              <w:rPr>
                <w:rFonts w:eastAsiaTheme="minorHAnsi"/>
              </w:rPr>
              <w:t xml:space="preserve"> from </w:t>
            </w:r>
            <w:r w:rsidR="000006D6">
              <w:rPr>
                <w:rFonts w:eastAsiaTheme="minorHAnsi"/>
              </w:rPr>
              <w:t xml:space="preserve">team members </w:t>
            </w:r>
            <w:r w:rsidRPr="00BF0991">
              <w:rPr>
                <w:rFonts w:eastAsiaTheme="minorHAnsi"/>
              </w:rPr>
              <w:t>before deciding what</w:t>
            </w:r>
            <w:r>
              <w:rPr>
                <w:rFonts w:eastAsiaTheme="minorHAnsi"/>
              </w:rPr>
              <w:t xml:space="preserve"> </w:t>
            </w:r>
            <w:r w:rsidRPr="00BF0991">
              <w:rPr>
                <w:rFonts w:eastAsiaTheme="minorHAnsi"/>
              </w:rPr>
              <w:t xml:space="preserve">to </w:t>
            </w:r>
            <w:r w:rsidR="001D641D">
              <w:rPr>
                <w:rFonts w:eastAsiaTheme="minorHAnsi"/>
              </w:rPr>
              <w:t>do</w:t>
            </w:r>
            <w:r w:rsidR="00501281">
              <w:rPr>
                <w:rFonts w:eastAsiaTheme="minorHAnsi"/>
              </w:rPr>
              <w:t xml:space="preserve"> in response to safety concerns</w:t>
            </w:r>
          </w:p>
          <w:p w14:paraId="0FEA2B69" w14:textId="78B12B7B" w:rsidR="00611A62" w:rsidRPr="00BF0991" w:rsidRDefault="00BF0991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2.3 </w:t>
            </w:r>
            <w:r w:rsidR="0090492B">
              <w:rPr>
                <w:rFonts w:eastAsiaTheme="minorHAnsi"/>
              </w:rPr>
              <w:t>C</w:t>
            </w:r>
            <w:r w:rsidRPr="00BF0991">
              <w:rPr>
                <w:rFonts w:eastAsiaTheme="minorHAnsi"/>
              </w:rPr>
              <w:t>onsider all option</w:t>
            </w:r>
            <w:r w:rsidR="000006D6">
              <w:rPr>
                <w:rFonts w:eastAsiaTheme="minorHAnsi"/>
              </w:rPr>
              <w:t xml:space="preserve">s, </w:t>
            </w:r>
            <w:r w:rsidR="004B3C5D">
              <w:rPr>
                <w:rFonts w:eastAsiaTheme="minorHAnsi"/>
              </w:rPr>
              <w:t xml:space="preserve">identify </w:t>
            </w:r>
            <w:r w:rsidR="000006D6" w:rsidRPr="000006D6">
              <w:rPr>
                <w:rFonts w:eastAsiaTheme="minorHAnsi"/>
              </w:rPr>
              <w:t xml:space="preserve">potential risks </w:t>
            </w:r>
            <w:r w:rsidR="000006D6">
              <w:rPr>
                <w:rFonts w:eastAsiaTheme="minorHAnsi"/>
              </w:rPr>
              <w:t xml:space="preserve">of </w:t>
            </w:r>
            <w:proofErr w:type="gramStart"/>
            <w:r w:rsidR="000006D6">
              <w:rPr>
                <w:rFonts w:eastAsiaTheme="minorHAnsi"/>
              </w:rPr>
              <w:t>options</w:t>
            </w:r>
            <w:proofErr w:type="gramEnd"/>
            <w:r w:rsidR="000006D6" w:rsidRPr="000006D6">
              <w:t xml:space="preserve"> </w:t>
            </w:r>
            <w:r w:rsidR="00611A62">
              <w:t xml:space="preserve">and communicate </w:t>
            </w:r>
            <w:r w:rsidR="000006D6">
              <w:t xml:space="preserve">selected option to </w:t>
            </w:r>
            <w:r w:rsidR="008C586F">
              <w:t>team</w:t>
            </w:r>
            <w:r w:rsidR="008C586F" w:rsidRPr="008C586F">
              <w:t xml:space="preserve"> members and other appropriate persons</w:t>
            </w:r>
          </w:p>
          <w:p w14:paraId="17EF48F5" w14:textId="78FB97DB" w:rsidR="000006D6" w:rsidRDefault="00251FD7" w:rsidP="0035416A">
            <w:pPr>
              <w:pStyle w:val="SIText"/>
            </w:pPr>
            <w:r>
              <w:t>2</w:t>
            </w:r>
            <w:r w:rsidRPr="00251FD7">
              <w:t>.</w:t>
            </w:r>
            <w:r w:rsidR="000006D6">
              <w:t>4</w:t>
            </w:r>
            <w:r w:rsidRPr="00251FD7">
              <w:t xml:space="preserve"> </w:t>
            </w:r>
            <w:r w:rsidR="00611A62">
              <w:t xml:space="preserve">Implement </w:t>
            </w:r>
            <w:r w:rsidR="000006D6">
              <w:t>selected option</w:t>
            </w:r>
          </w:p>
          <w:p w14:paraId="3514BC43" w14:textId="2A25CB97" w:rsidR="00154F0D" w:rsidRPr="001947B1" w:rsidRDefault="000006D6" w:rsidP="0035416A">
            <w:pPr>
              <w:pStyle w:val="SIText"/>
            </w:pPr>
            <w:r>
              <w:t xml:space="preserve">2.5 Review </w:t>
            </w:r>
            <w:r w:rsidRPr="000006D6">
              <w:rPr>
                <w:rFonts w:eastAsiaTheme="minorHAnsi"/>
              </w:rPr>
              <w:t>outcome</w:t>
            </w:r>
            <w:r w:rsidR="00501281">
              <w:rPr>
                <w:rFonts w:eastAsiaTheme="minorHAnsi"/>
              </w:rPr>
              <w:t xml:space="preserve"> of </w:t>
            </w:r>
            <w:r w:rsidR="0068548F">
              <w:rPr>
                <w:rFonts w:eastAsiaTheme="minorHAnsi"/>
              </w:rPr>
              <w:t>selected option</w:t>
            </w:r>
            <w:r w:rsidRPr="000006D6">
              <w:rPr>
                <w:rFonts w:eastAsiaTheme="minorHAnsi"/>
              </w:rPr>
              <w:t xml:space="preserve"> to </w:t>
            </w:r>
            <w:r>
              <w:rPr>
                <w:rFonts w:eastAsiaTheme="minorHAnsi"/>
              </w:rPr>
              <w:t>inform future decision making</w:t>
            </w:r>
          </w:p>
        </w:tc>
      </w:tr>
      <w:tr w:rsidR="001947B1" w:rsidRPr="00963A46" w14:paraId="7AB440D3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6EE9035C" w14:textId="4471952B" w:rsidR="001947B1" w:rsidRPr="00B62BBB" w:rsidRDefault="00251FD7" w:rsidP="0035416A">
            <w:pPr>
              <w:pStyle w:val="SIText"/>
            </w:pPr>
            <w:r w:rsidRPr="00B62BBB">
              <w:t>3</w:t>
            </w:r>
            <w:r w:rsidR="001947B1" w:rsidRPr="00B62BBB">
              <w:t xml:space="preserve">. </w:t>
            </w:r>
            <w:r w:rsidR="00DD1A96">
              <w:t xml:space="preserve">Maintain </w:t>
            </w:r>
            <w:r w:rsidR="005A351E">
              <w:t>c</w:t>
            </w:r>
            <w:r w:rsidR="001D641D">
              <w:t>ommunicat</w:t>
            </w:r>
            <w:r w:rsidR="00DD1A96">
              <w:t>ion</w:t>
            </w:r>
            <w:r w:rsidR="001D641D">
              <w:t xml:space="preserve"> </w:t>
            </w:r>
            <w:r w:rsidR="00DD1A96">
              <w:t xml:space="preserve">while working in </w:t>
            </w:r>
            <w:r w:rsidR="00DD1A96" w:rsidRPr="00DD1A96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5C8F3A2A" w14:textId="18107DAD" w:rsidR="0069107F" w:rsidRDefault="0069107F" w:rsidP="0035416A">
            <w:pPr>
              <w:pStyle w:val="SIText"/>
            </w:pPr>
            <w:r>
              <w:t xml:space="preserve">3.1 </w:t>
            </w:r>
            <w:r w:rsidR="00A03C2A">
              <w:t>Communicate</w:t>
            </w:r>
            <w:r w:rsidR="002A2A57">
              <w:t xml:space="preserve"> </w:t>
            </w:r>
            <w:r w:rsidR="005A351E">
              <w:t xml:space="preserve">safety </w:t>
            </w:r>
            <w:r w:rsidRPr="0069107F">
              <w:t xml:space="preserve">concerns to </w:t>
            </w:r>
            <w:r w:rsidR="00990724">
              <w:t>team</w:t>
            </w:r>
            <w:r w:rsidR="005C0D7E">
              <w:t xml:space="preserve"> members</w:t>
            </w:r>
            <w:r w:rsidR="00990724">
              <w:t xml:space="preserve"> and other </w:t>
            </w:r>
            <w:r w:rsidRPr="0069107F">
              <w:t>appropriate person</w:t>
            </w:r>
            <w:r w:rsidR="00990724">
              <w:t>s</w:t>
            </w:r>
          </w:p>
          <w:p w14:paraId="4BB20F3E" w14:textId="66CA24D7" w:rsidR="003B1629" w:rsidRPr="0069107F" w:rsidRDefault="003B1629" w:rsidP="0035416A">
            <w:pPr>
              <w:pStyle w:val="SIText"/>
            </w:pPr>
            <w:r>
              <w:t xml:space="preserve">3.2 </w:t>
            </w:r>
            <w:r w:rsidR="00CE7F15">
              <w:t xml:space="preserve">Promote a work environment in which individuals are empowered </w:t>
            </w:r>
            <w:r w:rsidR="002C1484">
              <w:t>to raise safety concerns with co-workers, team leaders and site management</w:t>
            </w:r>
          </w:p>
          <w:p w14:paraId="7DB75298" w14:textId="0A46DD7B" w:rsidR="0069107F" w:rsidRPr="0069107F" w:rsidRDefault="0069107F" w:rsidP="0035416A">
            <w:pPr>
              <w:pStyle w:val="SIText"/>
            </w:pPr>
            <w:r>
              <w:t>3.</w:t>
            </w:r>
            <w:r w:rsidR="00C90333">
              <w:t>3</w:t>
            </w:r>
            <w:r>
              <w:t xml:space="preserve"> </w:t>
            </w:r>
            <w:r w:rsidRPr="0069107F">
              <w:t xml:space="preserve">Share information and understanding of operational </w:t>
            </w:r>
            <w:r w:rsidR="005A351E">
              <w:t xml:space="preserve">and safety </w:t>
            </w:r>
            <w:r w:rsidRPr="0069107F">
              <w:t xml:space="preserve">plans with </w:t>
            </w:r>
            <w:r w:rsidR="008C586F">
              <w:t>team</w:t>
            </w:r>
            <w:r w:rsidR="008C586F" w:rsidRPr="008C586F">
              <w:t xml:space="preserve"> members and other appropriate persons</w:t>
            </w:r>
            <w:r w:rsidRPr="0069107F">
              <w:t xml:space="preserve"> prior to commencing </w:t>
            </w:r>
            <w:r w:rsidR="00F03993">
              <w:t>or when handing over</w:t>
            </w:r>
            <w:r w:rsidR="00D95203">
              <w:t xml:space="preserve"> </w:t>
            </w:r>
            <w:r w:rsidRPr="0069107F">
              <w:t>work tasks</w:t>
            </w:r>
          </w:p>
          <w:p w14:paraId="2A07722F" w14:textId="5846AC11" w:rsidR="00611A62" w:rsidRPr="00B62BBB" w:rsidRDefault="0069107F" w:rsidP="0035416A">
            <w:pPr>
              <w:pStyle w:val="SIText"/>
            </w:pPr>
            <w:r>
              <w:t>3.</w:t>
            </w:r>
            <w:r w:rsidR="00C90333">
              <w:t>4</w:t>
            </w:r>
            <w:r>
              <w:t xml:space="preserve"> </w:t>
            </w:r>
            <w:r w:rsidR="00914CFA">
              <w:t>Check</w:t>
            </w:r>
            <w:r w:rsidR="007A1827">
              <w:t xml:space="preserve"> that </w:t>
            </w:r>
            <w:r w:rsidR="00F1660D">
              <w:t>electronic communication protocols</w:t>
            </w:r>
            <w:r w:rsidR="00500F6A">
              <w:t xml:space="preserve">, </w:t>
            </w:r>
            <w:r w:rsidR="00F1660D">
              <w:t>procedures</w:t>
            </w:r>
            <w:r w:rsidR="00500F6A">
              <w:t xml:space="preserve"> and equipment</w:t>
            </w:r>
            <w:r w:rsidR="00F1660D">
              <w:t xml:space="preserve"> </w:t>
            </w:r>
            <w:r w:rsidR="007A1827">
              <w:t xml:space="preserve">are </w:t>
            </w:r>
            <w:r w:rsidR="00F1660D">
              <w:t>suit</w:t>
            </w:r>
            <w:r w:rsidR="006E35E0">
              <w:t xml:space="preserve">ed </w:t>
            </w:r>
            <w:r w:rsidR="00F1660D">
              <w:t xml:space="preserve">to the </w:t>
            </w:r>
            <w:r w:rsidR="006E35E0">
              <w:t>operational environment</w:t>
            </w:r>
          </w:p>
        </w:tc>
      </w:tr>
      <w:tr w:rsidR="00FD66F9" w:rsidRPr="00963A46" w14:paraId="2129E529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22249D0F" w14:textId="07DBE720" w:rsidR="00622332" w:rsidRDefault="00FD66F9" w:rsidP="0035416A">
            <w:pPr>
              <w:pStyle w:val="SIText"/>
            </w:pPr>
            <w:r>
              <w:lastRenderedPageBreak/>
              <w:t xml:space="preserve">4. </w:t>
            </w:r>
            <w:r w:rsidR="00FF7DC9">
              <w:t xml:space="preserve">Maintain own and team member safety </w:t>
            </w:r>
            <w:r w:rsidR="005C0D7E">
              <w:t>when w</w:t>
            </w:r>
            <w:r w:rsidR="00622332">
              <w:t>orking alone</w:t>
            </w:r>
            <w:r w:rsidR="00236660">
              <w:t>,</w:t>
            </w:r>
            <w:r w:rsidR="00622332">
              <w:t xml:space="preserve"> in isolation </w:t>
            </w:r>
            <w:r w:rsidR="00236660">
              <w:t>or</w:t>
            </w:r>
            <w:r w:rsidR="00622332">
              <w:t xml:space="preserve"> out</w:t>
            </w:r>
            <w:r w:rsidR="00590457">
              <w:t>-</w:t>
            </w:r>
            <w:r w:rsidR="00236660">
              <w:t>of</w:t>
            </w:r>
            <w:r w:rsidR="00590457">
              <w:t>-</w:t>
            </w:r>
            <w:r w:rsidR="00236660">
              <w:t>line</w:t>
            </w:r>
            <w:r w:rsidR="00590457">
              <w:t>-</w:t>
            </w:r>
            <w:r w:rsidR="00622332">
              <w:t>of</w:t>
            </w:r>
            <w:r w:rsidR="00590457">
              <w:t>-</w:t>
            </w:r>
            <w:r w:rsidR="00622332">
              <w:t>si</w:t>
            </w:r>
            <w:r w:rsidR="003C267F">
              <w:t>ght</w:t>
            </w:r>
            <w:r w:rsidR="00236660">
              <w:t xml:space="preserve"> in forestry operations</w:t>
            </w:r>
          </w:p>
        </w:tc>
        <w:tc>
          <w:tcPr>
            <w:tcW w:w="3604" w:type="pct"/>
            <w:shd w:val="clear" w:color="auto" w:fill="auto"/>
          </w:tcPr>
          <w:p w14:paraId="215A9178" w14:textId="61967079" w:rsidR="00FD66F9" w:rsidRPr="00FD66F9" w:rsidRDefault="00FD66F9" w:rsidP="0035416A">
            <w:pPr>
              <w:pStyle w:val="SIText"/>
            </w:pPr>
            <w:r>
              <w:t xml:space="preserve">4.1 </w:t>
            </w:r>
            <w:r w:rsidR="005A088B">
              <w:t xml:space="preserve">Confirm work and safety requirements </w:t>
            </w:r>
            <w:r w:rsidR="00ED5BFA">
              <w:t>for planned work</w:t>
            </w:r>
          </w:p>
          <w:p w14:paraId="626C883D" w14:textId="37DC1412" w:rsidR="00FD66F9" w:rsidRDefault="00293E32" w:rsidP="0035416A">
            <w:pPr>
              <w:pStyle w:val="SIText"/>
            </w:pPr>
            <w:r>
              <w:t xml:space="preserve">4.2 Maintain regular and pre-arranged voice or visual contact with </w:t>
            </w:r>
            <w:r w:rsidR="00C04F09">
              <w:t xml:space="preserve">team members </w:t>
            </w:r>
            <w:r w:rsidR="00725624">
              <w:t>for duration of planned work</w:t>
            </w:r>
          </w:p>
          <w:p w14:paraId="71D93290" w14:textId="07A3380E" w:rsidR="00293E32" w:rsidRDefault="00293E32" w:rsidP="0035416A">
            <w:pPr>
              <w:pStyle w:val="SIText"/>
            </w:pPr>
            <w:r w:rsidRPr="00293E32">
              <w:t>4.</w:t>
            </w:r>
            <w:r>
              <w:t>3</w:t>
            </w:r>
            <w:r w:rsidRPr="00293E32">
              <w:t xml:space="preserve"> </w:t>
            </w:r>
            <w:r w:rsidR="00122838">
              <w:t>Review</w:t>
            </w:r>
            <w:r w:rsidR="00122838" w:rsidRPr="00293E32">
              <w:t xml:space="preserve"> </w:t>
            </w:r>
            <w:r w:rsidRPr="00293E32">
              <w:t xml:space="preserve">risk assessment to </w:t>
            </w:r>
            <w:r w:rsidR="00BE2D7D">
              <w:t xml:space="preserve">confirm appropriate control </w:t>
            </w:r>
            <w:r w:rsidR="006B6AFF">
              <w:t xml:space="preserve">measures are in place </w:t>
            </w:r>
          </w:p>
          <w:p w14:paraId="6C8C5A9F" w14:textId="7E03156C" w:rsidR="00293E32" w:rsidRPr="00293E32" w:rsidRDefault="00293E32" w:rsidP="0035416A">
            <w:pPr>
              <w:pStyle w:val="SIText"/>
            </w:pPr>
            <w:r>
              <w:t xml:space="preserve">4.4 </w:t>
            </w:r>
            <w:r w:rsidR="00021A46">
              <w:t xml:space="preserve">Monitor own and team member compliance with </w:t>
            </w:r>
            <w:r>
              <w:t>safe work procedures when work</w:t>
            </w:r>
            <w:r w:rsidR="005A351E">
              <w:t>ing</w:t>
            </w:r>
            <w:r>
              <w:t xml:space="preserve"> alone</w:t>
            </w:r>
            <w:r w:rsidR="005C0D7E">
              <w:t xml:space="preserve">, in isolation or </w:t>
            </w:r>
            <w:r w:rsidR="00542C11" w:rsidRPr="00B954C8">
              <w:t>out</w:t>
            </w:r>
            <w:r w:rsidR="00542C11" w:rsidRPr="00542C11">
              <w:t xml:space="preserve">-of-line-of-sight </w:t>
            </w:r>
            <w:r>
              <w:t>in forestry operations</w:t>
            </w:r>
          </w:p>
          <w:p w14:paraId="71A9FBB3" w14:textId="2B64B890" w:rsidR="00293E32" w:rsidRDefault="00293E32" w:rsidP="0035416A">
            <w:pPr>
              <w:pStyle w:val="SIText"/>
            </w:pPr>
            <w:r>
              <w:t xml:space="preserve">4.5 </w:t>
            </w:r>
            <w:r w:rsidR="00AF21B7">
              <w:t xml:space="preserve">Maintain awareness of </w:t>
            </w:r>
            <w:r>
              <w:t>p</w:t>
            </w:r>
            <w:r w:rsidRPr="00293E32">
              <w:t xml:space="preserve">rocedures for </w:t>
            </w:r>
            <w:r>
              <w:t xml:space="preserve">responding to </w:t>
            </w:r>
            <w:r w:rsidR="00EA4211">
              <w:t xml:space="preserve">incidents and </w:t>
            </w:r>
            <w:r w:rsidRPr="00293E32">
              <w:t>emergencies</w:t>
            </w:r>
            <w:r w:rsidR="00EA4211">
              <w:t xml:space="preserve"> </w:t>
            </w:r>
            <w:r>
              <w:t>that are</w:t>
            </w:r>
            <w:r w:rsidRPr="00293E32">
              <w:t xml:space="preserve"> appropriate for </w:t>
            </w:r>
            <w:r w:rsidR="00021A46">
              <w:t>situations where work is being undertaken alone</w:t>
            </w:r>
            <w:r w:rsidR="00021A46" w:rsidRPr="00021A46">
              <w:t xml:space="preserve">, in isolation or </w:t>
            </w:r>
            <w:r w:rsidR="00542C11" w:rsidRPr="00B954C8">
              <w:t>out</w:t>
            </w:r>
            <w:r w:rsidR="00542C11" w:rsidRPr="00542C11">
              <w:t>-of-line-of-sight</w:t>
            </w:r>
          </w:p>
        </w:tc>
      </w:tr>
      <w:tr w:rsidR="00576B09" w:rsidRPr="00963A46" w14:paraId="38394C8C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643A84F4" w14:textId="13D82FE9" w:rsidR="00576B09" w:rsidRDefault="00293E32" w:rsidP="0035416A">
            <w:pPr>
              <w:pStyle w:val="SIText"/>
            </w:pPr>
            <w:r>
              <w:t>5</w:t>
            </w:r>
            <w:r w:rsidR="00611A62">
              <w:t xml:space="preserve">. </w:t>
            </w:r>
            <w:r w:rsidR="00E07FC0">
              <w:t>Apply safety leadership</w:t>
            </w:r>
            <w:r w:rsidR="00EA4211">
              <w:t xml:space="preserve"> in </w:t>
            </w:r>
            <w:r w:rsidR="00EA4211" w:rsidRPr="00EA4211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1FBCEE32" w14:textId="69EC86AF" w:rsidR="00611A62" w:rsidRPr="00611A62" w:rsidRDefault="00293E32" w:rsidP="0035416A">
            <w:pPr>
              <w:pStyle w:val="SIText"/>
            </w:pPr>
            <w:r>
              <w:t>5</w:t>
            </w:r>
            <w:r w:rsidR="00611A62">
              <w:t xml:space="preserve">.1 </w:t>
            </w:r>
            <w:r w:rsidR="00CD5C5C">
              <w:t>Clarify</w:t>
            </w:r>
            <w:r w:rsidR="00611A62" w:rsidRPr="00611A62">
              <w:t xml:space="preserve"> own role</w:t>
            </w:r>
            <w:r w:rsidR="00CD5C5C">
              <w:t xml:space="preserve"> and responsibilities in work </w:t>
            </w:r>
            <w:r w:rsidR="00611A62" w:rsidRPr="00611A62">
              <w:t>team</w:t>
            </w:r>
            <w:r w:rsidR="003937C6">
              <w:t xml:space="preserve"> and coordinate </w:t>
            </w:r>
            <w:r w:rsidR="00500F6A">
              <w:t xml:space="preserve">work </w:t>
            </w:r>
            <w:r w:rsidR="003937C6">
              <w:t>tasks with other team members</w:t>
            </w:r>
          </w:p>
          <w:p w14:paraId="57AA4A6F" w14:textId="498AC08A" w:rsidR="00CD5C5C" w:rsidRPr="00CD5C5C" w:rsidRDefault="00293E32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  <w:r w:rsidR="00CD5C5C">
              <w:rPr>
                <w:rFonts w:eastAsiaTheme="minorHAnsi"/>
              </w:rPr>
              <w:t>.</w:t>
            </w:r>
            <w:r w:rsidR="00672064">
              <w:rPr>
                <w:rFonts w:eastAsiaTheme="minorHAnsi"/>
              </w:rPr>
              <w:t>2</w:t>
            </w:r>
            <w:r w:rsidR="00CD5C5C">
              <w:rPr>
                <w:rFonts w:eastAsiaTheme="minorHAnsi"/>
              </w:rPr>
              <w:t xml:space="preserve"> </w:t>
            </w:r>
            <w:r w:rsidR="00CD5C5C" w:rsidRPr="00CD5C5C">
              <w:rPr>
                <w:rFonts w:eastAsiaTheme="minorHAnsi"/>
              </w:rPr>
              <w:t xml:space="preserve">Establish </w:t>
            </w:r>
            <w:r w:rsidR="00672064">
              <w:rPr>
                <w:rFonts w:eastAsiaTheme="minorHAnsi"/>
              </w:rPr>
              <w:t xml:space="preserve">and maintain </w:t>
            </w:r>
            <w:r w:rsidR="00CD5C5C" w:rsidRPr="00CD5C5C">
              <w:rPr>
                <w:rFonts w:eastAsiaTheme="minorHAnsi"/>
              </w:rPr>
              <w:t>open communication and effective working</w:t>
            </w:r>
            <w:r w:rsidR="00CD5C5C">
              <w:rPr>
                <w:rFonts w:eastAsiaTheme="minorHAnsi"/>
              </w:rPr>
              <w:t xml:space="preserve"> </w:t>
            </w:r>
            <w:r w:rsidR="00CD5C5C" w:rsidRPr="00CD5C5C">
              <w:rPr>
                <w:rFonts w:eastAsiaTheme="minorHAnsi"/>
              </w:rPr>
              <w:t>relationships with others</w:t>
            </w:r>
          </w:p>
          <w:p w14:paraId="61C07238" w14:textId="47A8FF67" w:rsidR="00EA4211" w:rsidRDefault="00293E32" w:rsidP="0035416A">
            <w:pPr>
              <w:pStyle w:val="SIText"/>
              <w:rPr>
                <w:rFonts w:eastAsiaTheme="minorHAnsi"/>
              </w:rPr>
            </w:pPr>
            <w:r>
              <w:t>5</w:t>
            </w:r>
            <w:r w:rsidR="00CD5C5C">
              <w:t>.</w:t>
            </w:r>
            <w:r w:rsidR="00672064">
              <w:t>3</w:t>
            </w:r>
            <w:r w:rsidR="00CD5C5C">
              <w:t xml:space="preserve"> </w:t>
            </w:r>
            <w:r w:rsidR="00825618">
              <w:t xml:space="preserve">Collaborate with other team members on work and safety related matters </w:t>
            </w:r>
          </w:p>
          <w:p w14:paraId="6B923060" w14:textId="140E0B9F" w:rsidR="00DD1A96" w:rsidRPr="00DD1A96" w:rsidRDefault="00293E32" w:rsidP="0035416A">
            <w:pPr>
              <w:pStyle w:val="SIText"/>
            </w:pPr>
            <w:r>
              <w:rPr>
                <w:rFonts w:eastAsiaTheme="minorHAnsi"/>
              </w:rPr>
              <w:t>5</w:t>
            </w:r>
            <w:r w:rsidR="00DD1A96">
              <w:rPr>
                <w:rFonts w:eastAsiaTheme="minorHAnsi"/>
              </w:rPr>
              <w:t>.</w:t>
            </w:r>
            <w:r w:rsidR="00825618">
              <w:rPr>
                <w:rFonts w:eastAsiaTheme="minorHAnsi"/>
              </w:rPr>
              <w:t>4</w:t>
            </w:r>
            <w:r w:rsidR="00500F6A">
              <w:rPr>
                <w:rFonts w:eastAsiaTheme="minorHAnsi"/>
              </w:rPr>
              <w:t xml:space="preserve"> </w:t>
            </w:r>
            <w:r w:rsidR="00E20EA6">
              <w:t>Identify</w:t>
            </w:r>
            <w:r w:rsidR="00E20EA6" w:rsidRPr="00DD1A96">
              <w:t xml:space="preserve"> </w:t>
            </w:r>
            <w:r w:rsidR="00DD1A96" w:rsidRPr="00DD1A96">
              <w:t>and influenc</w:t>
            </w:r>
            <w:r w:rsidR="00DD1A96">
              <w:t>e</w:t>
            </w:r>
            <w:r w:rsidR="00DD1A96" w:rsidRPr="00DD1A96">
              <w:t xml:space="preserve"> other people’s safety </w:t>
            </w:r>
            <w:r w:rsidR="00E20EA6">
              <w:t>practices</w:t>
            </w:r>
            <w:r w:rsidR="00E20EA6" w:rsidRPr="00DD1A96">
              <w:t xml:space="preserve"> </w:t>
            </w:r>
            <w:r w:rsidR="00DD1A96">
              <w:t>while working</w:t>
            </w:r>
            <w:r w:rsidR="00DD1A96" w:rsidRPr="00DD1A96">
              <w:t xml:space="preserve"> </w:t>
            </w:r>
            <w:r w:rsidR="003937C6">
              <w:t xml:space="preserve">in </w:t>
            </w:r>
            <w:r w:rsidR="00DD1A96" w:rsidRPr="00DD1A96">
              <w:t>forestry operations</w:t>
            </w:r>
          </w:p>
          <w:p w14:paraId="09278A36" w14:textId="77777777" w:rsidR="00576B09" w:rsidRDefault="00672064" w:rsidP="0035416A">
            <w:pPr>
              <w:pStyle w:val="SIText"/>
            </w:pPr>
            <w:r>
              <w:t>5.</w:t>
            </w:r>
            <w:r w:rsidR="00500F6A">
              <w:t>5</w:t>
            </w:r>
            <w:r w:rsidR="00825618">
              <w:t xml:space="preserve"> </w:t>
            </w:r>
            <w:r>
              <w:t>Demonstrate safety leadership in ro</w:t>
            </w:r>
            <w:r w:rsidR="00F65323">
              <w:t>u</w:t>
            </w:r>
            <w:r>
              <w:t>tine and non-ro</w:t>
            </w:r>
            <w:r w:rsidR="003937C6">
              <w:t>ut</w:t>
            </w:r>
            <w:r>
              <w:t>ine situations affecting safety according to workplace procedures</w:t>
            </w:r>
          </w:p>
          <w:p w14:paraId="340B7FF9" w14:textId="44C1A6C9" w:rsidR="00D14E2E" w:rsidRDefault="00021A46" w:rsidP="0035416A">
            <w:pPr>
              <w:pStyle w:val="SIText"/>
            </w:pPr>
            <w:r>
              <w:t>5.6</w:t>
            </w:r>
            <w:r w:rsidR="00D14E2E" w:rsidRPr="00D14E2E">
              <w:t xml:space="preserve"> Participate in and clarify understanding of outcomes of debriefings of critical events/incidents to improve how they are handled in the future</w:t>
            </w:r>
          </w:p>
        </w:tc>
      </w:tr>
      <w:tr w:rsidR="008B0AB4" w:rsidRPr="00963A46" w14:paraId="3DBE789E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0AAF9BA7" w14:textId="79E094B2" w:rsidR="008B0AB4" w:rsidRDefault="00672064" w:rsidP="0035416A">
            <w:pPr>
              <w:pStyle w:val="SIText"/>
            </w:pPr>
            <w:r>
              <w:t>6</w:t>
            </w:r>
            <w:r w:rsidR="008B0AB4">
              <w:t xml:space="preserve">. </w:t>
            </w:r>
            <w:r w:rsidR="008D5EA6" w:rsidRPr="008D5EA6">
              <w:t>Apply procedures for dealing</w:t>
            </w:r>
            <w:r w:rsidR="0059567C">
              <w:t xml:space="preserve"> with stress</w:t>
            </w:r>
            <w:r w:rsidR="001D641D">
              <w:t xml:space="preserve">, </w:t>
            </w:r>
            <w:proofErr w:type="gramStart"/>
            <w:r w:rsidR="001D641D">
              <w:t>remoteness</w:t>
            </w:r>
            <w:proofErr w:type="gramEnd"/>
            <w:r w:rsidR="0059567C">
              <w:t xml:space="preserve"> and fatigue </w:t>
            </w:r>
          </w:p>
        </w:tc>
        <w:tc>
          <w:tcPr>
            <w:tcW w:w="3604" w:type="pct"/>
            <w:shd w:val="clear" w:color="auto" w:fill="auto"/>
          </w:tcPr>
          <w:p w14:paraId="359817DA" w14:textId="1A08E993" w:rsidR="00672064" w:rsidRPr="00672064" w:rsidRDefault="00672064" w:rsidP="0035416A">
            <w:pPr>
              <w:pStyle w:val="SIText"/>
              <w:rPr>
                <w:rFonts w:eastAsiaTheme="minorHAnsi"/>
              </w:rPr>
            </w:pPr>
            <w:r w:rsidRPr="00672064">
              <w:rPr>
                <w:rFonts w:eastAsiaTheme="minorHAnsi"/>
              </w:rPr>
              <w:t>6.</w:t>
            </w:r>
            <w:r>
              <w:rPr>
                <w:rFonts w:eastAsiaTheme="minorHAnsi"/>
              </w:rPr>
              <w:t>1</w:t>
            </w:r>
            <w:r w:rsidRPr="00672064">
              <w:rPr>
                <w:rFonts w:eastAsiaTheme="minorHAnsi"/>
              </w:rPr>
              <w:t xml:space="preserve"> </w:t>
            </w:r>
            <w:r w:rsidR="00A36F06">
              <w:t>Identify</w:t>
            </w:r>
            <w:r w:rsidR="009A1721">
              <w:t xml:space="preserve"> risks </w:t>
            </w:r>
            <w:r w:rsidR="00500F6A">
              <w:t>associated with</w:t>
            </w:r>
            <w:r w:rsidR="00021A46">
              <w:t xml:space="preserve"> self and other team members</w:t>
            </w:r>
            <w:r w:rsidR="00500F6A">
              <w:t xml:space="preserve"> not being fit for work</w:t>
            </w:r>
            <w:r w:rsidR="009A1721">
              <w:t xml:space="preserve"> </w:t>
            </w:r>
          </w:p>
          <w:p w14:paraId="3BF52129" w14:textId="5428462F" w:rsidR="005A351E" w:rsidRDefault="00672064" w:rsidP="0035416A">
            <w:pPr>
              <w:pStyle w:val="SIText"/>
            </w:pPr>
            <w:r>
              <w:t>6</w:t>
            </w:r>
            <w:r w:rsidR="00BB7C24" w:rsidRPr="00BB7C24">
              <w:t>.</w:t>
            </w:r>
            <w:r>
              <w:t>2</w:t>
            </w:r>
            <w:r w:rsidR="00BB7C24" w:rsidRPr="00BB7C24">
              <w:t xml:space="preserve"> </w:t>
            </w:r>
            <w:r w:rsidR="005A351E">
              <w:t>Monitor own and others</w:t>
            </w:r>
            <w:r w:rsidR="00862924">
              <w:t>'</w:t>
            </w:r>
            <w:r w:rsidR="005A351E">
              <w:t xml:space="preserve"> </w:t>
            </w:r>
            <w:r w:rsidR="00E023E1" w:rsidRPr="00E023E1">
              <w:t xml:space="preserve">physical and psychological </w:t>
            </w:r>
            <w:r w:rsidR="005A351E">
              <w:t>wellbeing</w:t>
            </w:r>
          </w:p>
          <w:p w14:paraId="65A6ECA2" w14:textId="281958C2" w:rsidR="008B0AB4" w:rsidRDefault="00672064" w:rsidP="0035416A">
            <w:pPr>
              <w:pStyle w:val="SIText"/>
            </w:pPr>
            <w:r>
              <w:t>6</w:t>
            </w:r>
            <w:r w:rsidR="00BB7C24" w:rsidRPr="00BB7C24">
              <w:t>.</w:t>
            </w:r>
            <w:r w:rsidR="005A351E">
              <w:t>3</w:t>
            </w:r>
            <w:r w:rsidR="00BB7C24" w:rsidRPr="00BB7C24">
              <w:t xml:space="preserve"> </w:t>
            </w:r>
            <w:r w:rsidR="0059567C">
              <w:t xml:space="preserve">Apply </w:t>
            </w:r>
            <w:r w:rsidR="00070C0F">
              <w:t xml:space="preserve">workplace procedures </w:t>
            </w:r>
            <w:r w:rsidR="0059567C">
              <w:t>for avo</w:t>
            </w:r>
            <w:r w:rsidR="005C7FC9">
              <w:t>i</w:t>
            </w:r>
            <w:r w:rsidR="0059567C">
              <w:t xml:space="preserve">ding, </w:t>
            </w:r>
            <w:proofErr w:type="gramStart"/>
            <w:r w:rsidR="0059567C">
              <w:t>reducing</w:t>
            </w:r>
            <w:proofErr w:type="gramEnd"/>
            <w:r w:rsidR="0059567C">
              <w:t xml:space="preserve"> and coping with stress</w:t>
            </w:r>
            <w:r w:rsidR="001D641D">
              <w:t xml:space="preserve">, </w:t>
            </w:r>
            <w:r w:rsidR="002C114C">
              <w:t>alcohol</w:t>
            </w:r>
            <w:r w:rsidR="002C114C" w:rsidRPr="002C114C">
              <w:t xml:space="preserve"> and drug use</w:t>
            </w:r>
            <w:r w:rsidR="002C114C">
              <w:t>,</w:t>
            </w:r>
            <w:r w:rsidR="002C114C" w:rsidRPr="002C114C">
              <w:t xml:space="preserve"> </w:t>
            </w:r>
            <w:r w:rsidR="001D641D">
              <w:t>remoteness</w:t>
            </w:r>
            <w:r w:rsidR="002C114C">
              <w:t xml:space="preserve"> </w:t>
            </w:r>
            <w:r w:rsidR="0059567C">
              <w:t>and fatigue</w:t>
            </w:r>
          </w:p>
          <w:p w14:paraId="0E915F92" w14:textId="6137AD3D" w:rsidR="00BF0991" w:rsidRDefault="00672064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6.4</w:t>
            </w:r>
            <w:r w:rsidR="00BF0991">
              <w:rPr>
                <w:rFonts w:eastAsiaTheme="minorHAnsi"/>
              </w:rPr>
              <w:t xml:space="preserve"> Maintain effectiveness </w:t>
            </w:r>
            <w:r w:rsidR="00DD1A96">
              <w:rPr>
                <w:rFonts w:eastAsiaTheme="minorHAnsi"/>
              </w:rPr>
              <w:t xml:space="preserve">and concentration </w:t>
            </w:r>
            <w:r w:rsidR="00BF0991">
              <w:rPr>
                <w:rFonts w:eastAsiaTheme="minorHAnsi"/>
              </w:rPr>
              <w:t>under periods of stress and high workload</w:t>
            </w:r>
          </w:p>
          <w:p w14:paraId="0DF2FC1C" w14:textId="7A509104" w:rsidR="00BF0991" w:rsidRPr="00BF0991" w:rsidRDefault="00672064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6.5</w:t>
            </w:r>
            <w:r w:rsidR="00BF0991">
              <w:rPr>
                <w:rFonts w:eastAsiaTheme="minorHAnsi"/>
              </w:rPr>
              <w:t xml:space="preserve"> Recognise </w:t>
            </w:r>
            <w:r w:rsidR="00E023E1">
              <w:rPr>
                <w:rFonts w:eastAsiaTheme="minorHAnsi"/>
              </w:rPr>
              <w:t xml:space="preserve">own </w:t>
            </w:r>
            <w:r w:rsidR="002349AF">
              <w:rPr>
                <w:rFonts w:eastAsiaTheme="minorHAnsi"/>
              </w:rPr>
              <w:t xml:space="preserve">physical and </w:t>
            </w:r>
            <w:r w:rsidR="00E023E1">
              <w:rPr>
                <w:rFonts w:eastAsiaTheme="minorHAnsi"/>
              </w:rPr>
              <w:t>psychological</w:t>
            </w:r>
            <w:r w:rsidR="002349AF">
              <w:rPr>
                <w:rFonts w:eastAsiaTheme="minorHAnsi"/>
              </w:rPr>
              <w:t xml:space="preserve"> </w:t>
            </w:r>
            <w:r w:rsidR="00BF0991">
              <w:rPr>
                <w:rFonts w:eastAsiaTheme="minorHAnsi"/>
              </w:rPr>
              <w:t>limitations</w:t>
            </w:r>
            <w:r w:rsidR="00862924">
              <w:rPr>
                <w:rFonts w:eastAsiaTheme="minorHAnsi"/>
              </w:rPr>
              <w:t>,</w:t>
            </w:r>
            <w:r w:rsidR="00BF0991">
              <w:rPr>
                <w:rFonts w:eastAsiaTheme="minorHAnsi"/>
              </w:rPr>
              <w:t xml:space="preserve"> and request assistance to deal with difficult or abnormal situations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3B2085D0" w:rsidR="00EE4378" w:rsidRPr="00EE4378" w:rsidRDefault="00EE4378" w:rsidP="00B62BBB">
            <w:pPr>
              <w:pStyle w:val="SIBulletList1"/>
            </w:pPr>
            <w:r w:rsidRPr="00EE4378">
              <w:t xml:space="preserve">Read standard operating procedures and/or </w:t>
            </w:r>
            <w:r w:rsidR="00BE3284">
              <w:t>user manual</w:t>
            </w:r>
            <w:r w:rsidR="00EF5279">
              <w:t>s</w:t>
            </w:r>
            <w:r w:rsidRPr="00EE4378">
              <w:t xml:space="preserve"> </w:t>
            </w:r>
            <w:r w:rsidR="009A0D86">
              <w:t xml:space="preserve">to ensure safe </w:t>
            </w:r>
            <w:r w:rsidR="00BA430F">
              <w:t>operation</w:t>
            </w:r>
            <w:r w:rsidR="009A0D86">
              <w:t xml:space="preserve"> of equipment and machinery</w:t>
            </w:r>
            <w:r w:rsidRPr="00EE4378">
              <w:t xml:space="preserve"> 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67B2BCE2" w:rsidR="00EE4378" w:rsidRPr="00EE4378" w:rsidRDefault="009A0D86" w:rsidP="00B62BBB">
            <w:pPr>
              <w:pStyle w:val="SIBulletList1"/>
            </w:pPr>
            <w:r>
              <w:t xml:space="preserve">Maintain safety and </w:t>
            </w:r>
            <w:proofErr w:type="gramStart"/>
            <w:r w:rsidR="00BA430F">
              <w:t>work</w:t>
            </w:r>
            <w:r>
              <w:t xml:space="preserve"> related</w:t>
            </w:r>
            <w:proofErr w:type="gramEnd"/>
            <w:r>
              <w:t xml:space="preserve"> records</w:t>
            </w:r>
            <w:r w:rsidR="00EE4378" w:rsidRPr="00EE4378">
              <w:t xml:space="preserve"> on paper or electronic media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244CCD1D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>se appropriate vocabulary</w:t>
            </w:r>
            <w:r w:rsidR="00862924">
              <w:t>,</w:t>
            </w:r>
            <w:r w:rsidRPr="00BE3284">
              <w:t xml:space="preserve"> including technical language</w:t>
            </w:r>
            <w:r w:rsidR="00862924">
              <w:t>,</w:t>
            </w:r>
            <w:r w:rsidRPr="00BE3284">
              <w:t xml:space="preserve"> directly relevant to role</w:t>
            </w:r>
          </w:p>
        </w:tc>
      </w:tr>
      <w:tr w:rsidR="00EE4378" w:rsidRPr="00336FCA" w:rsidDel="00423CB2" w14:paraId="244CFD3A" w14:textId="77777777" w:rsidTr="00F55666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58554587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</w:t>
            </w:r>
            <w:r w:rsidR="009A0D86">
              <w:t>related to safe work operations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0EE6F50E" w14:textId="77777777" w:rsidR="00823C9C" w:rsidRDefault="00823C9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2FD6" w14:paraId="5ED78238" w14:textId="77777777" w:rsidTr="00F33FF2">
        <w:tc>
          <w:tcPr>
            <w:tcW w:w="1028" w:type="pct"/>
          </w:tcPr>
          <w:p w14:paraId="4B46F946" w14:textId="2164E207" w:rsidR="00E569C2" w:rsidRPr="00E569C2" w:rsidRDefault="008A4A4C" w:rsidP="00E569C2">
            <w:pPr>
              <w:pStyle w:val="SIText"/>
            </w:pPr>
            <w:r w:rsidRPr="00D2012C">
              <w:t>FWP</w:t>
            </w:r>
            <w:r w:rsidRPr="008A4A4C">
              <w:t>COT4217</w:t>
            </w:r>
            <w:r>
              <w:t xml:space="preserve"> </w:t>
            </w:r>
            <w:r w:rsidR="00E569C2" w:rsidRPr="00E569C2">
              <w:t>Apply a safety mindset in forestry operations</w:t>
            </w:r>
          </w:p>
          <w:p w14:paraId="257DA401" w14:textId="58912154" w:rsidR="008E2FD6" w:rsidRPr="00922F35" w:rsidRDefault="008E2FD6" w:rsidP="0035416A">
            <w:pPr>
              <w:pStyle w:val="SIText"/>
            </w:pPr>
          </w:p>
        </w:tc>
        <w:tc>
          <w:tcPr>
            <w:tcW w:w="1105" w:type="pct"/>
          </w:tcPr>
          <w:p w14:paraId="60098EE1" w14:textId="487BC7BA" w:rsidR="008E2FD6" w:rsidRPr="00922F35" w:rsidRDefault="00E569C2" w:rsidP="0035416A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BB49BE" w14:textId="5793B717" w:rsidR="008E2FD6" w:rsidRPr="008E2FD6" w:rsidRDefault="00AA672E" w:rsidP="00E569C2">
            <w:pPr>
              <w:pStyle w:val="SIText"/>
            </w:pPr>
            <w:r w:rsidRPr="0074400F">
              <w:t xml:space="preserve">The unit has been </w:t>
            </w:r>
            <w:r w:rsidRPr="00AA672E">
              <w:t>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5108EF77" w14:textId="2EC038AC" w:rsidR="008E2FD6" w:rsidRPr="008E2FD6" w:rsidRDefault="00EB6F84" w:rsidP="0035416A">
            <w:pPr>
              <w:pStyle w:val="SIText"/>
            </w:pPr>
            <w:r w:rsidRPr="00EB6F84">
              <w:rPr>
                <w:rFonts w:eastAsiaTheme="minorHAnsi"/>
              </w:rPr>
              <w:t>Newly 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38DB1D59" w:rsidR="00F1480E" w:rsidRPr="000754EC" w:rsidRDefault="00776932" w:rsidP="00E40225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hyperlink r:id="rId11" w:history="1">
              <w:r w:rsidRPr="00776932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76C9F9B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650C93" w:rsidRPr="00D2012C">
              <w:t>FWP</w:t>
            </w:r>
            <w:r w:rsidR="00650C93" w:rsidRPr="00650C93">
              <w:t>COT4217</w:t>
            </w:r>
            <w:r w:rsidR="005B1B50" w:rsidRPr="00A4234E">
              <w:t xml:space="preserve"> </w:t>
            </w:r>
            <w:r w:rsidR="00CD5C5C" w:rsidRPr="00CD5C5C">
              <w:t>Apply a safety mindset in forestry operations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53F65CB4" w:rsidR="00FC325D" w:rsidRDefault="00FC325D" w:rsidP="0035416A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2D4F4F6A" w14:textId="77777777" w:rsidR="00605CEE" w:rsidRPr="00FC325D" w:rsidRDefault="00605CEE" w:rsidP="0035416A">
            <w:pPr>
              <w:pStyle w:val="SIText"/>
            </w:pPr>
          </w:p>
          <w:p w14:paraId="1DE2E019" w14:textId="4DF1BB22" w:rsidR="00556C4C" w:rsidRDefault="008E2FD6" w:rsidP="0035416A">
            <w:pPr>
              <w:pStyle w:val="SIText"/>
            </w:pPr>
            <w:r w:rsidRPr="00CD15EA">
              <w:t>There must be evidence that the individual has</w:t>
            </w:r>
            <w:r w:rsidR="00586D56">
              <w:t xml:space="preserve"> </w:t>
            </w:r>
            <w:r w:rsidR="000E714F">
              <w:t>applied a safety mindset while working in forestry operation</w:t>
            </w:r>
            <w:r w:rsidR="00E023E1">
              <w:t>s</w:t>
            </w:r>
            <w:r w:rsidR="0017716E">
              <w:t xml:space="preserve">. </w:t>
            </w:r>
            <w:r w:rsidR="00532389">
              <w:t>Evidence must</w:t>
            </w:r>
            <w:r w:rsidR="00542C11">
              <w:t xml:space="preserve"> </w:t>
            </w:r>
            <w:r w:rsidR="00AE4E4E">
              <w:t>show</w:t>
            </w:r>
            <w:r w:rsidR="000E714F">
              <w:t xml:space="preserve"> that the </w:t>
            </w:r>
            <w:r w:rsidR="00BA430F">
              <w:t>individual</w:t>
            </w:r>
            <w:r w:rsidR="000E714F">
              <w:t xml:space="preserve"> has: </w:t>
            </w:r>
          </w:p>
          <w:p w14:paraId="5EB81A48" w14:textId="565B771F" w:rsidR="000E714F" w:rsidRPr="00AE4E4E" w:rsidRDefault="00E023E1" w:rsidP="00AE4E4E">
            <w:pPr>
              <w:pStyle w:val="SIBulletList1"/>
            </w:pPr>
            <w:r>
              <w:t>demonstrated</w:t>
            </w:r>
            <w:r w:rsidR="000E714F" w:rsidRPr="00AE4E4E">
              <w:t xml:space="preserve"> situational awareness in forestry operation</w:t>
            </w:r>
            <w:r w:rsidR="00542C11">
              <w:t>s</w:t>
            </w:r>
          </w:p>
          <w:p w14:paraId="57D53670" w14:textId="23A90696" w:rsidR="000E714F" w:rsidRPr="00AE4E4E" w:rsidRDefault="000E714F" w:rsidP="00AE4E4E">
            <w:pPr>
              <w:pStyle w:val="SIBulletList1"/>
            </w:pPr>
            <w:r w:rsidRPr="00AE4E4E">
              <w:t xml:space="preserve">made </w:t>
            </w:r>
            <w:r w:rsidR="00AE4E4E" w:rsidRPr="00AE4E4E">
              <w:t xml:space="preserve">two </w:t>
            </w:r>
            <w:r w:rsidRPr="00AE4E4E">
              <w:t>safety related decisions in forestry operations</w:t>
            </w:r>
          </w:p>
          <w:p w14:paraId="29965150" w14:textId="0DF5CDA9" w:rsidR="000E714F" w:rsidRPr="00AE4E4E" w:rsidRDefault="000E714F" w:rsidP="00AE4E4E">
            <w:pPr>
              <w:pStyle w:val="SIBulletList1"/>
            </w:pPr>
            <w:r w:rsidRPr="00AE4E4E">
              <w:t xml:space="preserve">maintained communication </w:t>
            </w:r>
            <w:r w:rsidR="00AC1026">
              <w:t xml:space="preserve">with team members </w:t>
            </w:r>
            <w:r w:rsidRPr="00AE4E4E">
              <w:t>while working in forestry operation</w:t>
            </w:r>
            <w:r w:rsidR="00542C11">
              <w:t>s</w:t>
            </w:r>
          </w:p>
          <w:p w14:paraId="06BA2FC0" w14:textId="3974843D" w:rsidR="000E714F" w:rsidRPr="00AE4E4E" w:rsidRDefault="00B954C8" w:rsidP="00AE4E4E">
            <w:pPr>
              <w:pStyle w:val="SIBulletList1"/>
            </w:pPr>
            <w:r>
              <w:t>applied safe work procedures on one occasion when work</w:t>
            </w:r>
            <w:r w:rsidRPr="00B954C8">
              <w:t>ing alone, in isolation or out</w:t>
            </w:r>
            <w:r w:rsidR="00542C11">
              <w:t>-</w:t>
            </w:r>
            <w:r w:rsidRPr="00B954C8">
              <w:t>of</w:t>
            </w:r>
            <w:r w:rsidR="00542C11">
              <w:t>-</w:t>
            </w:r>
            <w:r w:rsidRPr="00B954C8">
              <w:t>line</w:t>
            </w:r>
            <w:r w:rsidR="00542C11">
              <w:t>-</w:t>
            </w:r>
            <w:r w:rsidRPr="00B954C8">
              <w:t>of</w:t>
            </w:r>
            <w:r w:rsidR="00542C11">
              <w:t>-</w:t>
            </w:r>
            <w:r w:rsidRPr="00B954C8">
              <w:t>si</w:t>
            </w:r>
            <w:r w:rsidR="00AC1026">
              <w:t>ght</w:t>
            </w:r>
            <w:r w:rsidRPr="00B954C8">
              <w:t xml:space="preserve"> in forestry operations</w:t>
            </w:r>
            <w:r w:rsidRPr="00B954C8" w:rsidDel="00B954C8">
              <w:t xml:space="preserve"> </w:t>
            </w:r>
          </w:p>
          <w:p w14:paraId="2FC68961" w14:textId="66E5D048" w:rsidR="000E714F" w:rsidRPr="00AE4E4E" w:rsidRDefault="000E714F" w:rsidP="00AE4E4E">
            <w:pPr>
              <w:pStyle w:val="SIBulletList1"/>
            </w:pPr>
            <w:r w:rsidRPr="00AE4E4E">
              <w:t>taken two actio</w:t>
            </w:r>
            <w:r w:rsidR="00AE4E4E" w:rsidRPr="00AE4E4E">
              <w:t>ns</w:t>
            </w:r>
            <w:r w:rsidRPr="00AE4E4E">
              <w:t xml:space="preserve"> to support safe teamwork</w:t>
            </w:r>
            <w:r w:rsidR="00AE4E4E" w:rsidRPr="00AE4E4E">
              <w:t xml:space="preserve"> in forestry operations</w:t>
            </w:r>
          </w:p>
          <w:p w14:paraId="1B35CB00" w14:textId="503E233F" w:rsidR="000E714F" w:rsidRPr="000754EC" w:rsidRDefault="000E714F" w:rsidP="00AE4E4E">
            <w:pPr>
              <w:pStyle w:val="SIBulletList1"/>
            </w:pPr>
            <w:r w:rsidRPr="00AE4E4E">
              <w:t xml:space="preserve">applied one </w:t>
            </w:r>
            <w:r w:rsidR="00B954C8">
              <w:t>workplace procedure</w:t>
            </w:r>
            <w:r w:rsidR="00B954C8" w:rsidRPr="00AE4E4E">
              <w:t xml:space="preserve"> </w:t>
            </w:r>
            <w:r w:rsidRPr="00AE4E4E">
              <w:t xml:space="preserve">for dealing with stress, </w:t>
            </w:r>
            <w:r w:rsidR="00AC1026">
              <w:t xml:space="preserve">drug and alcohol use, </w:t>
            </w:r>
            <w:r w:rsidRPr="00AE4E4E">
              <w:t xml:space="preserve">remoteness or fatigue in self </w:t>
            </w:r>
            <w:r w:rsidR="00AE4E4E" w:rsidRPr="00AE4E4E">
              <w:t>or others while working in forestry operations.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40FBDF61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  <w:r w:rsidR="00542C11">
              <w:t>:</w:t>
            </w:r>
          </w:p>
          <w:p w14:paraId="7A4A40AD" w14:textId="45F82F6C" w:rsidR="00066672" w:rsidRDefault="00171182" w:rsidP="00F15BF0">
            <w:pPr>
              <w:pStyle w:val="SIBulletList1"/>
            </w:pPr>
            <w:r>
              <w:t>hazards and associated risks</w:t>
            </w:r>
            <w:r w:rsidR="00066672">
              <w:t xml:space="preserve"> in forestry operations</w:t>
            </w:r>
            <w:r w:rsidR="00C337F6">
              <w:t>:</w:t>
            </w:r>
          </w:p>
          <w:p w14:paraId="3ECEBD4D" w14:textId="1DAD6C9B" w:rsidR="00A76DD3" w:rsidRPr="00CF64F2" w:rsidRDefault="00446632" w:rsidP="00F15BF0">
            <w:pPr>
              <w:pStyle w:val="SIBulletList2"/>
            </w:pPr>
            <w:r>
              <w:t xml:space="preserve">types of </w:t>
            </w:r>
            <w:r w:rsidR="00171182" w:rsidRPr="00CF64F2">
              <w:t>hazards and associated risks</w:t>
            </w:r>
          </w:p>
          <w:p w14:paraId="2E238E7E" w14:textId="5F757CED" w:rsidR="00B919A8" w:rsidRPr="00321DC0" w:rsidRDefault="00D021C8" w:rsidP="00F15BF0">
            <w:pPr>
              <w:pStyle w:val="SIBulletList2"/>
            </w:pPr>
            <w:r w:rsidRPr="00446632">
              <w:t xml:space="preserve">techniques for identifying </w:t>
            </w:r>
            <w:r w:rsidR="00171182" w:rsidRPr="00446632">
              <w:t>hazards and assessing risks</w:t>
            </w:r>
          </w:p>
          <w:p w14:paraId="4DE0B4D6" w14:textId="5EA6D845" w:rsidR="00D021C8" w:rsidRPr="00CF64F2" w:rsidRDefault="0016666A" w:rsidP="00F15BF0">
            <w:pPr>
              <w:pStyle w:val="SIBulletList2"/>
            </w:pPr>
            <w:r w:rsidRPr="00CF64F2">
              <w:t>procedures</w:t>
            </w:r>
            <w:r w:rsidR="003D3AEF" w:rsidRPr="00CF64F2">
              <w:t xml:space="preserve"> for reporting hazards</w:t>
            </w:r>
            <w:r w:rsidR="00171182" w:rsidRPr="00CF64F2">
              <w:t xml:space="preserve"> and associate</w:t>
            </w:r>
            <w:r w:rsidR="00542C11">
              <w:t>d</w:t>
            </w:r>
            <w:r w:rsidR="00171182" w:rsidRPr="00CF64F2">
              <w:t xml:space="preserve"> risks</w:t>
            </w:r>
          </w:p>
          <w:p w14:paraId="171E5109" w14:textId="77777777" w:rsidR="00B42830" w:rsidRPr="00CF64F2" w:rsidRDefault="00B42830" w:rsidP="00F15BF0">
            <w:pPr>
              <w:pStyle w:val="SIBulletList2"/>
            </w:pPr>
            <w:r w:rsidRPr="00CF64F2">
              <w:t>risk assessment techniques</w:t>
            </w:r>
          </w:p>
          <w:p w14:paraId="55F1B8B3" w14:textId="201CAE97" w:rsidR="003A165D" w:rsidRPr="00CF64F2" w:rsidRDefault="00B21F9B" w:rsidP="00F15BF0">
            <w:pPr>
              <w:pStyle w:val="SIBulletList2"/>
            </w:pPr>
            <w:r w:rsidRPr="00CF64F2">
              <w:t>risk control measures</w:t>
            </w:r>
            <w:r w:rsidR="00FA5C14" w:rsidRPr="00CF64F2">
              <w:t xml:space="preserve"> for responding to known hazards</w:t>
            </w:r>
          </w:p>
          <w:p w14:paraId="5EE131F8" w14:textId="10591E9D" w:rsidR="003C6171" w:rsidRPr="00446632" w:rsidRDefault="00D021C8" w:rsidP="00F15BF0">
            <w:pPr>
              <w:pStyle w:val="SIBulletList1"/>
            </w:pPr>
            <w:r w:rsidRPr="00446632">
              <w:t>principles of situational awareness</w:t>
            </w:r>
            <w:r w:rsidR="00661FC7">
              <w:t xml:space="preserve"> and safety mindsets</w:t>
            </w:r>
            <w:r w:rsidR="00C337F6">
              <w:t>:</w:t>
            </w:r>
          </w:p>
          <w:p w14:paraId="0046EADD" w14:textId="7E41533A" w:rsidR="003C6171" w:rsidRPr="003C6171" w:rsidRDefault="003C6171" w:rsidP="00F15BF0">
            <w:pPr>
              <w:pStyle w:val="SIBulletList2"/>
            </w:pPr>
            <w:r w:rsidRPr="00050094">
              <w:t>show vigilance when approaching known hazards</w:t>
            </w:r>
          </w:p>
          <w:p w14:paraId="3BACC5C0" w14:textId="77777777" w:rsidR="003C6171" w:rsidRPr="003C6171" w:rsidRDefault="003C6171" w:rsidP="00F15BF0">
            <w:pPr>
              <w:pStyle w:val="SIBulletList2"/>
            </w:pPr>
            <w:r w:rsidRPr="00050094">
              <w:t>identif</w:t>
            </w:r>
            <w:r w:rsidRPr="003C6171">
              <w:t>y potential problems from available information</w:t>
            </w:r>
          </w:p>
          <w:p w14:paraId="6E2B29B2" w14:textId="77777777" w:rsidR="003C6171" w:rsidRPr="003C6171" w:rsidRDefault="003C6171" w:rsidP="00F15BF0">
            <w:pPr>
              <w:pStyle w:val="SIBulletList2"/>
            </w:pPr>
            <w:r w:rsidRPr="00050094">
              <w:t>monitor changes in work environment</w:t>
            </w:r>
          </w:p>
          <w:p w14:paraId="08EB7CD1" w14:textId="77777777" w:rsidR="003C6171" w:rsidRPr="003C6171" w:rsidRDefault="003C6171" w:rsidP="00F15BF0">
            <w:pPr>
              <w:pStyle w:val="SIBulletList2"/>
            </w:pPr>
            <w:r w:rsidRPr="00050094">
              <w:t>resolve uncertainty by seeking further information</w:t>
            </w:r>
          </w:p>
          <w:p w14:paraId="4D2007CF" w14:textId="77777777" w:rsidR="003C6171" w:rsidRPr="003C6171" w:rsidRDefault="003C6171" w:rsidP="00F15BF0">
            <w:pPr>
              <w:pStyle w:val="SIBulletList2"/>
            </w:pPr>
            <w:r w:rsidRPr="00050094">
              <w:t>verif</w:t>
            </w:r>
            <w:r w:rsidRPr="003C6171">
              <w:t>y assumptions before proceeding with work activities</w:t>
            </w:r>
          </w:p>
          <w:p w14:paraId="55B493B3" w14:textId="5D401986" w:rsidR="00066672" w:rsidRPr="00835A1D" w:rsidRDefault="00066672" w:rsidP="00F15BF0">
            <w:pPr>
              <w:pStyle w:val="SIBulletList1"/>
            </w:pPr>
            <w:r>
              <w:rPr>
                <w:rFonts w:eastAsiaTheme="minorHAnsi"/>
              </w:rPr>
              <w:t xml:space="preserve">decision making in </w:t>
            </w:r>
            <w:r w:rsidR="007E6638">
              <w:rPr>
                <w:rFonts w:eastAsiaTheme="minorHAnsi"/>
              </w:rPr>
              <w:t>forestry</w:t>
            </w:r>
            <w:r>
              <w:rPr>
                <w:rFonts w:eastAsiaTheme="minorHAnsi"/>
              </w:rPr>
              <w:t xml:space="preserve"> operations</w:t>
            </w:r>
            <w:r w:rsidR="00C337F6">
              <w:rPr>
                <w:rFonts w:eastAsiaTheme="minorHAnsi"/>
              </w:rPr>
              <w:t>:</w:t>
            </w:r>
          </w:p>
          <w:p w14:paraId="7B70719D" w14:textId="6C24AAAD" w:rsidR="003A165D" w:rsidRPr="00D021C8" w:rsidRDefault="00D021C8" w:rsidP="00F15BF0">
            <w:pPr>
              <w:pStyle w:val="SIBulletList2"/>
            </w:pPr>
            <w:r>
              <w:rPr>
                <w:rFonts w:eastAsiaTheme="minorHAnsi"/>
              </w:rPr>
              <w:t xml:space="preserve">techniques for </w:t>
            </w:r>
            <w:r w:rsidR="003A165D" w:rsidRPr="003A165D">
              <w:rPr>
                <w:rFonts w:eastAsiaTheme="minorHAnsi"/>
              </w:rPr>
              <w:t>decision making</w:t>
            </w:r>
          </w:p>
          <w:p w14:paraId="5EEAF138" w14:textId="3707CF7B" w:rsidR="00D021C8" w:rsidRDefault="00D021C8" w:rsidP="00F15BF0">
            <w:pPr>
              <w:pStyle w:val="SIBulletList2"/>
            </w:pPr>
            <w:r>
              <w:t xml:space="preserve">types and sources of information used in making </w:t>
            </w:r>
            <w:r w:rsidR="00BA430F">
              <w:t>decisions</w:t>
            </w:r>
            <w:r>
              <w:t xml:space="preserve"> </w:t>
            </w:r>
            <w:r w:rsidR="00B954C8">
              <w:t xml:space="preserve">related to </w:t>
            </w:r>
            <w:r>
              <w:t>forestry operations</w:t>
            </w:r>
          </w:p>
          <w:p w14:paraId="3124F2CB" w14:textId="7F201AF8" w:rsidR="00066672" w:rsidRPr="003A165D" w:rsidRDefault="00066672" w:rsidP="00F15BF0">
            <w:pPr>
              <w:pStyle w:val="SIBulletList1"/>
            </w:pPr>
            <w:r>
              <w:t>safe work procedures in forestry operations</w:t>
            </w:r>
            <w:r w:rsidR="00C337F6">
              <w:t>:</w:t>
            </w:r>
          </w:p>
          <w:p w14:paraId="3CF46933" w14:textId="77777777" w:rsidR="00066672" w:rsidRPr="00066672" w:rsidRDefault="00066672" w:rsidP="00F15BF0">
            <w:pPr>
              <w:pStyle w:val="SIBulletList2"/>
            </w:pPr>
            <w:r w:rsidRPr="00066672">
              <w:t>types and operation of safety monitoring systems</w:t>
            </w:r>
          </w:p>
          <w:p w14:paraId="54247678" w14:textId="7ADAFC54" w:rsidR="003A165D" w:rsidRDefault="003A165D" w:rsidP="00F15BF0">
            <w:pPr>
              <w:pStyle w:val="SIBulletList2"/>
            </w:pPr>
            <w:r w:rsidRPr="003A165D">
              <w:t xml:space="preserve">handover </w:t>
            </w:r>
            <w:r>
              <w:t>procedures</w:t>
            </w:r>
            <w:r w:rsidR="00D021C8">
              <w:t xml:space="preserve"> </w:t>
            </w:r>
          </w:p>
          <w:p w14:paraId="128B7CF9" w14:textId="77777777" w:rsidR="00446632" w:rsidRPr="00446632" w:rsidRDefault="00446632" w:rsidP="00446632">
            <w:pPr>
              <w:pStyle w:val="SIBulletList2"/>
            </w:pPr>
            <w:r w:rsidRPr="00446632">
              <w:t>importance of communicating safety concerns openly</w:t>
            </w:r>
          </w:p>
          <w:p w14:paraId="17839FBE" w14:textId="0E62CEC4" w:rsidR="003A165D" w:rsidRPr="003A165D" w:rsidRDefault="003A165D" w:rsidP="00F15BF0">
            <w:pPr>
              <w:pStyle w:val="SIBulletList2"/>
            </w:pPr>
            <w:r w:rsidRPr="003A165D">
              <w:t xml:space="preserve">safe work procedures </w:t>
            </w:r>
            <w:r w:rsidR="00D021C8">
              <w:t xml:space="preserve">for </w:t>
            </w:r>
            <w:r w:rsidR="00B954C8">
              <w:t>work</w:t>
            </w:r>
            <w:r w:rsidR="00B954C8" w:rsidRPr="00B954C8">
              <w:t>ing alone, in isolation or out</w:t>
            </w:r>
            <w:r w:rsidR="00542C11">
              <w:t>-</w:t>
            </w:r>
            <w:r w:rsidR="00B954C8" w:rsidRPr="00B954C8">
              <w:t>of</w:t>
            </w:r>
            <w:r w:rsidR="00542C11">
              <w:t>-</w:t>
            </w:r>
            <w:r w:rsidR="00B954C8" w:rsidRPr="00B954C8">
              <w:t>line</w:t>
            </w:r>
            <w:r w:rsidR="00542C11">
              <w:t>-</w:t>
            </w:r>
            <w:r w:rsidR="00B954C8" w:rsidRPr="00B954C8">
              <w:t>of</w:t>
            </w:r>
            <w:r w:rsidR="00542C11">
              <w:t>-</w:t>
            </w:r>
            <w:r w:rsidR="00B954C8" w:rsidRPr="00B954C8">
              <w:t>s</w:t>
            </w:r>
            <w:r w:rsidR="007B37DA">
              <w:t>ight</w:t>
            </w:r>
            <w:r w:rsidR="00B954C8" w:rsidRPr="00B954C8">
              <w:t xml:space="preserve"> </w:t>
            </w:r>
          </w:p>
          <w:p w14:paraId="2F9400E2" w14:textId="29AAF707" w:rsidR="003A165D" w:rsidRDefault="00535E19" w:rsidP="00F15BF0">
            <w:pPr>
              <w:pStyle w:val="SIBulletList2"/>
            </w:pPr>
            <w:r>
              <w:t xml:space="preserve">workplace </w:t>
            </w:r>
            <w:r w:rsidR="003A165D" w:rsidRPr="003A165D">
              <w:t xml:space="preserve">procedures for responding to </w:t>
            </w:r>
            <w:r w:rsidR="00EA4211">
              <w:t xml:space="preserve">incidents and </w:t>
            </w:r>
            <w:r w:rsidR="003A165D" w:rsidRPr="003A165D">
              <w:t>emergencies</w:t>
            </w:r>
            <w:r w:rsidR="00EA4211">
              <w:t xml:space="preserve"> in </w:t>
            </w:r>
            <w:r w:rsidR="00B954C8">
              <w:t>situations where team members are work</w:t>
            </w:r>
            <w:r w:rsidR="00B954C8" w:rsidRPr="00B954C8">
              <w:t xml:space="preserve">ing alone, in isolation or </w:t>
            </w:r>
            <w:r w:rsidR="00542C11" w:rsidRPr="00B954C8">
              <w:t>out</w:t>
            </w:r>
            <w:r w:rsidR="00542C11" w:rsidRPr="00542C11">
              <w:t>-of-line-of-sight</w:t>
            </w:r>
          </w:p>
          <w:p w14:paraId="12762F6B" w14:textId="03DC512A" w:rsidR="003A165D" w:rsidRDefault="00D021C8" w:rsidP="00F15BF0">
            <w:pPr>
              <w:pStyle w:val="SIBulletList1"/>
            </w:pPr>
            <w:r>
              <w:t xml:space="preserve">type and operation of </w:t>
            </w:r>
            <w:r w:rsidR="00C50AEC">
              <w:t>electronic</w:t>
            </w:r>
            <w:r w:rsidR="00C50AEC" w:rsidRPr="003A165D">
              <w:t xml:space="preserve"> </w:t>
            </w:r>
            <w:r w:rsidR="003A165D" w:rsidRPr="003A165D">
              <w:t>communication and security systems</w:t>
            </w:r>
            <w:r w:rsidR="00443FF0">
              <w:t xml:space="preserve"> related to </w:t>
            </w:r>
            <w:r w:rsidR="00E058C1">
              <w:t>forestry operations</w:t>
            </w:r>
          </w:p>
          <w:p w14:paraId="29F31B21" w14:textId="0DB78E83" w:rsidR="00066672" w:rsidRDefault="00066672" w:rsidP="00F15BF0">
            <w:pPr>
              <w:pStyle w:val="SIBulletList1"/>
            </w:pPr>
            <w:r>
              <w:t>teamwork in forestry operations</w:t>
            </w:r>
            <w:r w:rsidR="00C337F6">
              <w:t>:</w:t>
            </w:r>
          </w:p>
          <w:p w14:paraId="0121BE95" w14:textId="2B235366" w:rsidR="00D021C8" w:rsidRPr="00D021C8" w:rsidRDefault="00D021C8" w:rsidP="00F15BF0">
            <w:pPr>
              <w:pStyle w:val="SIBulletList2"/>
            </w:pPr>
            <w:r w:rsidRPr="00D021C8">
              <w:t xml:space="preserve">principles of effective </w:t>
            </w:r>
            <w:r w:rsidR="001F7E6A" w:rsidRPr="00D021C8">
              <w:t>teamwork</w:t>
            </w:r>
          </w:p>
          <w:p w14:paraId="56721BB9" w14:textId="2686724D" w:rsidR="00D021C8" w:rsidRPr="00D021C8" w:rsidRDefault="00D021C8" w:rsidP="00F15BF0">
            <w:pPr>
              <w:pStyle w:val="SIBulletList2"/>
              <w:rPr>
                <w:rFonts w:eastAsiaTheme="minorHAnsi"/>
              </w:rPr>
            </w:pPr>
            <w:r>
              <w:t>techniques for e</w:t>
            </w:r>
            <w:r w:rsidRPr="00D021C8">
              <w:rPr>
                <w:rFonts w:eastAsiaTheme="minorHAnsi"/>
              </w:rPr>
              <w:t>nhanc</w:t>
            </w:r>
            <w:r>
              <w:rPr>
                <w:rFonts w:eastAsiaTheme="minorHAnsi"/>
              </w:rPr>
              <w:t>ing</w:t>
            </w:r>
            <w:r w:rsidRPr="00D021C8">
              <w:rPr>
                <w:rFonts w:eastAsiaTheme="minorHAnsi"/>
              </w:rPr>
              <w:t xml:space="preserve"> team awareness of </w:t>
            </w:r>
            <w:r w:rsidR="000E714F">
              <w:rPr>
                <w:rFonts w:eastAsiaTheme="minorHAnsi"/>
              </w:rPr>
              <w:t xml:space="preserve">work site </w:t>
            </w:r>
            <w:r w:rsidRPr="00D021C8">
              <w:rPr>
                <w:rFonts w:eastAsiaTheme="minorHAnsi"/>
              </w:rPr>
              <w:t>safety and know</w:t>
            </w:r>
            <w:r w:rsidR="000E714F">
              <w:rPr>
                <w:rFonts w:eastAsiaTheme="minorHAnsi"/>
              </w:rPr>
              <w:t>le</w:t>
            </w:r>
            <w:r w:rsidRPr="00D021C8">
              <w:rPr>
                <w:rFonts w:eastAsiaTheme="minorHAnsi"/>
              </w:rPr>
              <w:t>dge of safe work practices</w:t>
            </w:r>
          </w:p>
          <w:p w14:paraId="585D6179" w14:textId="2055222F" w:rsidR="00D021C8" w:rsidRPr="00D021C8" w:rsidRDefault="00D021C8">
            <w:pPr>
              <w:pStyle w:val="SIBulletList1"/>
            </w:pPr>
            <w:r>
              <w:t>safety leadership</w:t>
            </w:r>
            <w:r w:rsidR="00C337F6">
              <w:t>:</w:t>
            </w:r>
          </w:p>
          <w:p w14:paraId="5224AA3C" w14:textId="6791B2F3" w:rsidR="003A165D" w:rsidRDefault="00D021C8" w:rsidP="00446632">
            <w:pPr>
              <w:pStyle w:val="SIBulletList2"/>
            </w:pPr>
            <w:r>
              <w:t xml:space="preserve">features of </w:t>
            </w:r>
            <w:r w:rsidRPr="00D021C8">
              <w:t>safety culture in forestry operations</w:t>
            </w:r>
          </w:p>
          <w:p w14:paraId="761AB817" w14:textId="77777777" w:rsidR="009D5AA0" w:rsidRPr="009D5AA0" w:rsidRDefault="009D5AA0" w:rsidP="00446632">
            <w:pPr>
              <w:pStyle w:val="SIBulletList2"/>
              <w:rPr>
                <w:rFonts w:eastAsiaTheme="minorHAnsi"/>
              </w:rPr>
            </w:pPr>
            <w:r w:rsidRPr="009D5AA0">
              <w:t xml:space="preserve">techniques for recognising and influencing other people’s safety practices </w:t>
            </w:r>
          </w:p>
          <w:p w14:paraId="270F9DB5" w14:textId="7D0D268F" w:rsidR="00066672" w:rsidRPr="001D7A71" w:rsidRDefault="00066672" w:rsidP="00F15BF0">
            <w:pPr>
              <w:pStyle w:val="SIBulletList1"/>
            </w:pPr>
            <w:r w:rsidRPr="001D7A71">
              <w:t xml:space="preserve">stress, </w:t>
            </w:r>
            <w:proofErr w:type="gramStart"/>
            <w:r w:rsidRPr="001D7A71">
              <w:t>fatigue</w:t>
            </w:r>
            <w:proofErr w:type="gramEnd"/>
            <w:r w:rsidRPr="001D7A71">
              <w:t xml:space="preserve"> and remoteness in forestry operations</w:t>
            </w:r>
            <w:r w:rsidR="00C337F6">
              <w:t>:</w:t>
            </w:r>
          </w:p>
          <w:p w14:paraId="2077667D" w14:textId="77777777" w:rsidR="00CF64F2" w:rsidRPr="00CF64F2" w:rsidRDefault="00CF64F2" w:rsidP="00F15BF0">
            <w:pPr>
              <w:pStyle w:val="SIBulletList2"/>
            </w:pPr>
            <w:r>
              <w:t>workplace pr</w:t>
            </w:r>
            <w:r w:rsidRPr="00CF64F2">
              <w:t xml:space="preserve">ocedures for avoiding, </w:t>
            </w:r>
            <w:proofErr w:type="gramStart"/>
            <w:r w:rsidRPr="00CF64F2">
              <w:t>reducing</w:t>
            </w:r>
            <w:proofErr w:type="gramEnd"/>
            <w:r w:rsidRPr="00CF64F2">
              <w:t xml:space="preserve"> and coping with stress, remoteness, alcohol and drug use and fatigue</w:t>
            </w:r>
          </w:p>
          <w:p w14:paraId="7B4E3E4C" w14:textId="77777777" w:rsidR="00066672" w:rsidRPr="00066672" w:rsidRDefault="00066672" w:rsidP="00F15BF0">
            <w:pPr>
              <w:pStyle w:val="SIBulletList2"/>
            </w:pPr>
            <w:r w:rsidRPr="00066672">
              <w:t>signs of stress and fatigue in self and others</w:t>
            </w:r>
          </w:p>
          <w:p w14:paraId="7F7AAA15" w14:textId="1ED39B17" w:rsidR="00D021C8" w:rsidRPr="00D021C8" w:rsidRDefault="000E714F" w:rsidP="00F15BF0">
            <w:pPr>
              <w:pStyle w:val="SIBulletList2"/>
            </w:pPr>
            <w:r>
              <w:t>techniques</w:t>
            </w:r>
            <w:r w:rsidR="00D021C8">
              <w:t xml:space="preserve"> for m</w:t>
            </w:r>
            <w:r w:rsidR="00D021C8" w:rsidRPr="00D021C8">
              <w:t>onitor</w:t>
            </w:r>
            <w:r>
              <w:t>ing</w:t>
            </w:r>
            <w:r w:rsidR="00D021C8" w:rsidRPr="00D021C8">
              <w:t xml:space="preserve"> own and others</w:t>
            </w:r>
            <w:r w:rsidR="00542C11">
              <w:t>'</w:t>
            </w:r>
            <w:r w:rsidR="00D021C8" w:rsidRPr="00D021C8">
              <w:t xml:space="preserve"> </w:t>
            </w:r>
            <w:r w:rsidR="00E023E1">
              <w:t>physical and psychological</w:t>
            </w:r>
            <w:r w:rsidR="00D021C8" w:rsidRPr="00D021C8">
              <w:t xml:space="preserve"> </w:t>
            </w:r>
            <w:r w:rsidR="00BA430F" w:rsidRPr="00D021C8">
              <w:t>wellbeing</w:t>
            </w:r>
            <w:r w:rsidRPr="00D021C8">
              <w:t xml:space="preserve"> </w:t>
            </w:r>
          </w:p>
          <w:p w14:paraId="64254BF1" w14:textId="553F7389" w:rsidR="00D021C8" w:rsidRPr="00E023E1" w:rsidRDefault="00066672" w:rsidP="00F15BF0">
            <w:pPr>
              <w:pStyle w:val="SIBulletList2"/>
            </w:pPr>
            <w:r w:rsidRPr="00066672">
              <w:rPr>
                <w:rFonts w:eastAsiaTheme="minorHAnsi"/>
              </w:rPr>
              <w:t xml:space="preserve">techniques for identifying personal limitations </w:t>
            </w:r>
          </w:p>
          <w:p w14:paraId="0BF4178F" w14:textId="551D8D46" w:rsidR="00F1480E" w:rsidRPr="00066672" w:rsidRDefault="00D021C8" w:rsidP="00F15BF0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techniques for maintaining</w:t>
            </w:r>
            <w:r w:rsidRPr="00D021C8">
              <w:rPr>
                <w:rFonts w:eastAsiaTheme="minorHAnsi"/>
              </w:rPr>
              <w:t xml:space="preserve"> effectiveness and concentration under periods of stress and high workload</w:t>
            </w:r>
            <w:r w:rsidR="001D7E2A">
              <w:rPr>
                <w:rFonts w:eastAsiaTheme="minorHAnsi"/>
              </w:rPr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172DC354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4F869E2" w14:textId="718A9866" w:rsidR="0041680A" w:rsidRPr="0041680A" w:rsidRDefault="0041680A" w:rsidP="0041680A">
            <w:pPr>
              <w:pStyle w:val="SIBulletList1"/>
            </w:pPr>
            <w:r w:rsidRPr="0041680A">
              <w:t>physical conditions:</w:t>
            </w:r>
          </w:p>
          <w:p w14:paraId="51AB3093" w14:textId="067C3AB0" w:rsidR="003429FA" w:rsidRPr="00FC325D" w:rsidRDefault="0041680A" w:rsidP="00933204">
            <w:pPr>
              <w:pStyle w:val="SIBulletList2"/>
            </w:pPr>
            <w:r w:rsidRPr="0041680A">
              <w:t xml:space="preserve">skills must be demonstrated in a </w:t>
            </w:r>
            <w:r w:rsidR="002C007A">
              <w:t xml:space="preserve">forestry work site </w:t>
            </w:r>
            <w:r w:rsidRPr="0041680A">
              <w:t>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1ADDBD62" w14:textId="6344D1D5" w:rsidR="00AE4E4E" w:rsidRPr="00CD15EA" w:rsidRDefault="00AE4E4E" w:rsidP="008E2FD6">
            <w:pPr>
              <w:pStyle w:val="SIBulletList2"/>
            </w:pPr>
            <w:r>
              <w:t>electronic communications systems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6232BC7B" w:rsidR="008E2FD6" w:rsidRPr="00CD15EA" w:rsidRDefault="008E2FD6" w:rsidP="008E2FD6">
            <w:pPr>
              <w:pStyle w:val="SIBulletList2"/>
            </w:pPr>
            <w:r w:rsidRPr="00CD15EA">
              <w:t xml:space="preserve">workplace policies and procedures applicable to </w:t>
            </w:r>
            <w:r w:rsidR="00AE4E4E">
              <w:t>safe team and lone work in remote forestry operations</w:t>
            </w:r>
          </w:p>
          <w:p w14:paraId="45C661B4" w14:textId="4F75AE4C" w:rsidR="00AE4E4E" w:rsidRPr="00CD15EA" w:rsidRDefault="00AE4E4E" w:rsidP="00AE4E4E">
            <w:pPr>
              <w:pStyle w:val="SIBulletList2"/>
            </w:pPr>
            <w:r>
              <w:t xml:space="preserve">workplace documentation for identifying, </w:t>
            </w:r>
            <w:proofErr w:type="gramStart"/>
            <w:r>
              <w:t>assessing</w:t>
            </w:r>
            <w:proofErr w:type="gramEnd"/>
            <w:r>
              <w:t xml:space="preserve"> and responding to hazards</w:t>
            </w:r>
            <w:r w:rsidR="00AC62D1">
              <w:t xml:space="preserve"> and associated risks</w:t>
            </w:r>
            <w:r>
              <w:t xml:space="preserve"> in </w:t>
            </w:r>
            <w:r w:rsidRPr="00AE4E4E">
              <w:t>forestry operations</w:t>
            </w:r>
            <w:r w:rsidR="00542C11">
              <w:t>.</w:t>
            </w:r>
          </w:p>
          <w:p w14:paraId="75D6B074" w14:textId="77777777" w:rsidR="008E2FD6" w:rsidRPr="00CD15EA" w:rsidRDefault="008E2FD6" w:rsidP="0035416A">
            <w:pPr>
              <w:numPr>
                <w:ilvl w:val="0"/>
                <w:numId w:val="0"/>
              </w:numPr>
              <w:ind w:left="720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2EB85DD8" w:rsidR="00933204" w:rsidRPr="000754EC" w:rsidRDefault="00776932" w:rsidP="00933204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hyperlink r:id="rId12" w:history="1">
              <w:r w:rsidRPr="00776932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3C086" w14:textId="77777777" w:rsidR="00455D1A" w:rsidRDefault="00455D1A" w:rsidP="00BF3F0A">
      <w:r>
        <w:separator/>
      </w:r>
    </w:p>
    <w:p w14:paraId="118DDEB3" w14:textId="77777777" w:rsidR="00455D1A" w:rsidRDefault="00455D1A"/>
  </w:endnote>
  <w:endnote w:type="continuationSeparator" w:id="0">
    <w:p w14:paraId="01077BBE" w14:textId="77777777" w:rsidR="00455D1A" w:rsidRDefault="00455D1A" w:rsidP="00BF3F0A">
      <w:r>
        <w:continuationSeparator/>
      </w:r>
    </w:p>
    <w:p w14:paraId="1722D25C" w14:textId="77777777" w:rsidR="00455D1A" w:rsidRDefault="00455D1A"/>
  </w:endnote>
  <w:endnote w:type="continuationNotice" w:id="1">
    <w:p w14:paraId="7331F936" w14:textId="77777777" w:rsidR="00455D1A" w:rsidRDefault="00455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2036" w14:textId="77777777" w:rsidR="00C20F53" w:rsidRDefault="00C20F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DD8D3" w14:textId="77777777" w:rsidR="00C20F53" w:rsidRDefault="00C20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40323" w14:textId="77777777" w:rsidR="00455D1A" w:rsidRDefault="00455D1A" w:rsidP="00BF3F0A">
      <w:r>
        <w:separator/>
      </w:r>
    </w:p>
    <w:p w14:paraId="22E95326" w14:textId="77777777" w:rsidR="00455D1A" w:rsidRDefault="00455D1A"/>
  </w:footnote>
  <w:footnote w:type="continuationSeparator" w:id="0">
    <w:p w14:paraId="449F336E" w14:textId="77777777" w:rsidR="00455D1A" w:rsidRDefault="00455D1A" w:rsidP="00BF3F0A">
      <w:r>
        <w:continuationSeparator/>
      </w:r>
    </w:p>
    <w:p w14:paraId="2A84E9B0" w14:textId="77777777" w:rsidR="00455D1A" w:rsidRDefault="00455D1A"/>
  </w:footnote>
  <w:footnote w:type="continuationNotice" w:id="1">
    <w:p w14:paraId="246B6807" w14:textId="77777777" w:rsidR="00455D1A" w:rsidRDefault="00455D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1EB2" w14:textId="77777777" w:rsidR="00C20F53" w:rsidRDefault="00C20F5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365F3166" w:rsidR="00B5633D" w:rsidRPr="00956978" w:rsidRDefault="005B1B50" w:rsidP="00835A1D">
    <w:pPr>
      <w:pStyle w:val="SIText"/>
    </w:pPr>
    <w:r w:rsidRPr="00D2012C">
      <w:t>FWP</w:t>
    </w:r>
    <w:r>
      <w:t>COT4</w:t>
    </w:r>
    <w:r w:rsidR="008A4A4C">
      <w:t>217</w:t>
    </w:r>
    <w:r w:rsidRPr="00D2012C">
      <w:t xml:space="preserve"> </w:t>
    </w:r>
    <w:r w:rsidR="00CD5C5C" w:rsidRPr="00CD5C5C">
      <w:t>Apply a safety mindset in forestry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4C5C4" w14:textId="77777777" w:rsidR="00C20F53" w:rsidRDefault="00C20F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34"/>
  </w:num>
  <w:num w:numId="5">
    <w:abstractNumId w:val="4"/>
  </w:num>
  <w:num w:numId="6">
    <w:abstractNumId w:val="19"/>
  </w:num>
  <w:num w:numId="7">
    <w:abstractNumId w:val="7"/>
  </w:num>
  <w:num w:numId="8">
    <w:abstractNumId w:val="1"/>
  </w:num>
  <w:num w:numId="9">
    <w:abstractNumId w:val="32"/>
  </w:num>
  <w:num w:numId="10">
    <w:abstractNumId w:val="23"/>
  </w:num>
  <w:num w:numId="11">
    <w:abstractNumId w:val="31"/>
  </w:num>
  <w:num w:numId="12">
    <w:abstractNumId w:val="29"/>
  </w:num>
  <w:num w:numId="13">
    <w:abstractNumId w:val="35"/>
  </w:num>
  <w:num w:numId="14">
    <w:abstractNumId w:val="13"/>
  </w:num>
  <w:num w:numId="15">
    <w:abstractNumId w:val="14"/>
  </w:num>
  <w:num w:numId="16">
    <w:abstractNumId w:val="36"/>
  </w:num>
  <w:num w:numId="17">
    <w:abstractNumId w:val="22"/>
  </w:num>
  <w:num w:numId="18">
    <w:abstractNumId w:val="3"/>
  </w:num>
  <w:num w:numId="19">
    <w:abstractNumId w:val="21"/>
  </w:num>
  <w:num w:numId="20">
    <w:abstractNumId w:val="29"/>
  </w:num>
  <w:num w:numId="21">
    <w:abstractNumId w:val="2"/>
  </w:num>
  <w:num w:numId="22">
    <w:abstractNumId w:val="12"/>
  </w:num>
  <w:num w:numId="23">
    <w:abstractNumId w:val="29"/>
  </w:num>
  <w:num w:numId="24">
    <w:abstractNumId w:val="27"/>
  </w:num>
  <w:num w:numId="25">
    <w:abstractNumId w:val="28"/>
  </w:num>
  <w:num w:numId="26">
    <w:abstractNumId w:val="6"/>
  </w:num>
  <w:num w:numId="27">
    <w:abstractNumId w:val="6"/>
  </w:num>
  <w:num w:numId="28">
    <w:abstractNumId w:val="17"/>
  </w:num>
  <w:num w:numId="29">
    <w:abstractNumId w:val="10"/>
  </w:num>
  <w:num w:numId="30">
    <w:abstractNumId w:val="18"/>
  </w:num>
  <w:num w:numId="31">
    <w:abstractNumId w:val="26"/>
  </w:num>
  <w:num w:numId="32">
    <w:abstractNumId w:val="0"/>
  </w:num>
  <w:num w:numId="33">
    <w:abstractNumId w:val="25"/>
  </w:num>
  <w:num w:numId="34">
    <w:abstractNumId w:val="11"/>
  </w:num>
  <w:num w:numId="35">
    <w:abstractNumId w:val="8"/>
  </w:num>
  <w:num w:numId="36">
    <w:abstractNumId w:val="24"/>
  </w:num>
  <w:num w:numId="37">
    <w:abstractNumId w:val="5"/>
  </w:num>
  <w:num w:numId="38">
    <w:abstractNumId w:val="30"/>
  </w:num>
  <w:num w:numId="39">
    <w:abstractNumId w:val="3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gFAI8455MtAAAA"/>
  </w:docVars>
  <w:rsids>
    <w:rsidRoot w:val="00AB5133"/>
    <w:rsid w:val="000006D6"/>
    <w:rsid w:val="000014B9"/>
    <w:rsid w:val="00005A15"/>
    <w:rsid w:val="0001108F"/>
    <w:rsid w:val="000115E2"/>
    <w:rsid w:val="000126D0"/>
    <w:rsid w:val="0001296A"/>
    <w:rsid w:val="00014F07"/>
    <w:rsid w:val="00016803"/>
    <w:rsid w:val="00021A46"/>
    <w:rsid w:val="00023992"/>
    <w:rsid w:val="000275AE"/>
    <w:rsid w:val="00041E59"/>
    <w:rsid w:val="00064BFE"/>
    <w:rsid w:val="00065448"/>
    <w:rsid w:val="00066672"/>
    <w:rsid w:val="00070B3E"/>
    <w:rsid w:val="00070C0F"/>
    <w:rsid w:val="00071F95"/>
    <w:rsid w:val="000737BB"/>
    <w:rsid w:val="00074E47"/>
    <w:rsid w:val="000754EC"/>
    <w:rsid w:val="0008186F"/>
    <w:rsid w:val="0009093B"/>
    <w:rsid w:val="00090F24"/>
    <w:rsid w:val="00091B7C"/>
    <w:rsid w:val="00095E70"/>
    <w:rsid w:val="000A5441"/>
    <w:rsid w:val="000A73E8"/>
    <w:rsid w:val="000B0CCB"/>
    <w:rsid w:val="000B297D"/>
    <w:rsid w:val="000C149A"/>
    <w:rsid w:val="000C1BE0"/>
    <w:rsid w:val="000C224E"/>
    <w:rsid w:val="000E21AA"/>
    <w:rsid w:val="000E25E6"/>
    <w:rsid w:val="000E2C86"/>
    <w:rsid w:val="000E714F"/>
    <w:rsid w:val="000F29F2"/>
    <w:rsid w:val="000F636F"/>
    <w:rsid w:val="00101659"/>
    <w:rsid w:val="00101732"/>
    <w:rsid w:val="00105AEA"/>
    <w:rsid w:val="001078BF"/>
    <w:rsid w:val="00112625"/>
    <w:rsid w:val="00113811"/>
    <w:rsid w:val="00120020"/>
    <w:rsid w:val="0012017C"/>
    <w:rsid w:val="00122838"/>
    <w:rsid w:val="00126461"/>
    <w:rsid w:val="00131C93"/>
    <w:rsid w:val="00133957"/>
    <w:rsid w:val="001372F6"/>
    <w:rsid w:val="00144385"/>
    <w:rsid w:val="00146EEC"/>
    <w:rsid w:val="001504C8"/>
    <w:rsid w:val="00151D55"/>
    <w:rsid w:val="00151D93"/>
    <w:rsid w:val="00154F0D"/>
    <w:rsid w:val="00156EF3"/>
    <w:rsid w:val="0016666A"/>
    <w:rsid w:val="00171182"/>
    <w:rsid w:val="00175E74"/>
    <w:rsid w:val="00176E4F"/>
    <w:rsid w:val="0017716E"/>
    <w:rsid w:val="0018546B"/>
    <w:rsid w:val="0019311A"/>
    <w:rsid w:val="0019372A"/>
    <w:rsid w:val="001947B1"/>
    <w:rsid w:val="001A6A3E"/>
    <w:rsid w:val="001A7B6D"/>
    <w:rsid w:val="001B34D5"/>
    <w:rsid w:val="001B513A"/>
    <w:rsid w:val="001B7793"/>
    <w:rsid w:val="001C0A75"/>
    <w:rsid w:val="001C1306"/>
    <w:rsid w:val="001C2509"/>
    <w:rsid w:val="001D0481"/>
    <w:rsid w:val="001D2931"/>
    <w:rsid w:val="001D30EB"/>
    <w:rsid w:val="001D5C1B"/>
    <w:rsid w:val="001D641D"/>
    <w:rsid w:val="001D7A71"/>
    <w:rsid w:val="001D7E2A"/>
    <w:rsid w:val="001D7F5B"/>
    <w:rsid w:val="001E0849"/>
    <w:rsid w:val="001E16BC"/>
    <w:rsid w:val="001E16DF"/>
    <w:rsid w:val="001E18F2"/>
    <w:rsid w:val="001E41B6"/>
    <w:rsid w:val="001F2BA5"/>
    <w:rsid w:val="001F308D"/>
    <w:rsid w:val="001F7E6A"/>
    <w:rsid w:val="00201A7C"/>
    <w:rsid w:val="00207B13"/>
    <w:rsid w:val="0021210E"/>
    <w:rsid w:val="00212423"/>
    <w:rsid w:val="002129C6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514A"/>
    <w:rsid w:val="00262FC3"/>
    <w:rsid w:val="0026394F"/>
    <w:rsid w:val="002671B6"/>
    <w:rsid w:val="00267AF6"/>
    <w:rsid w:val="00273F5F"/>
    <w:rsid w:val="00274542"/>
    <w:rsid w:val="00275D51"/>
    <w:rsid w:val="00276DB8"/>
    <w:rsid w:val="00280769"/>
    <w:rsid w:val="00282664"/>
    <w:rsid w:val="002842FD"/>
    <w:rsid w:val="002849E6"/>
    <w:rsid w:val="00285FB8"/>
    <w:rsid w:val="00293E32"/>
    <w:rsid w:val="0029631B"/>
    <w:rsid w:val="002970C3"/>
    <w:rsid w:val="0029717A"/>
    <w:rsid w:val="002971DA"/>
    <w:rsid w:val="002A2A57"/>
    <w:rsid w:val="002A4CD3"/>
    <w:rsid w:val="002A6CC4"/>
    <w:rsid w:val="002B3073"/>
    <w:rsid w:val="002C007A"/>
    <w:rsid w:val="002C114C"/>
    <w:rsid w:val="002C1484"/>
    <w:rsid w:val="002C4121"/>
    <w:rsid w:val="002C55E9"/>
    <w:rsid w:val="002D0C8B"/>
    <w:rsid w:val="002D330A"/>
    <w:rsid w:val="002D6169"/>
    <w:rsid w:val="002D6A68"/>
    <w:rsid w:val="002E170C"/>
    <w:rsid w:val="002E193E"/>
    <w:rsid w:val="002F4017"/>
    <w:rsid w:val="00305EFF"/>
    <w:rsid w:val="00310A6A"/>
    <w:rsid w:val="003144E6"/>
    <w:rsid w:val="003179AB"/>
    <w:rsid w:val="00321DC0"/>
    <w:rsid w:val="00325FE8"/>
    <w:rsid w:val="00331DAD"/>
    <w:rsid w:val="00334693"/>
    <w:rsid w:val="0033669A"/>
    <w:rsid w:val="00337E82"/>
    <w:rsid w:val="00341F3B"/>
    <w:rsid w:val="003429FA"/>
    <w:rsid w:val="00346FDC"/>
    <w:rsid w:val="0034799E"/>
    <w:rsid w:val="00350BB1"/>
    <w:rsid w:val="00352C83"/>
    <w:rsid w:val="00354083"/>
    <w:rsid w:val="0035416A"/>
    <w:rsid w:val="00357832"/>
    <w:rsid w:val="003632A9"/>
    <w:rsid w:val="00366805"/>
    <w:rsid w:val="0037067D"/>
    <w:rsid w:val="00373436"/>
    <w:rsid w:val="00374323"/>
    <w:rsid w:val="00380108"/>
    <w:rsid w:val="003856DC"/>
    <w:rsid w:val="0038657A"/>
    <w:rsid w:val="00386FD2"/>
    <w:rsid w:val="0038735B"/>
    <w:rsid w:val="00390DA6"/>
    <w:rsid w:val="003916D1"/>
    <w:rsid w:val="003937C6"/>
    <w:rsid w:val="003A165D"/>
    <w:rsid w:val="003A1790"/>
    <w:rsid w:val="003A21F0"/>
    <w:rsid w:val="003A277F"/>
    <w:rsid w:val="003A3DA5"/>
    <w:rsid w:val="003A58BA"/>
    <w:rsid w:val="003A5AE7"/>
    <w:rsid w:val="003A7221"/>
    <w:rsid w:val="003B1629"/>
    <w:rsid w:val="003B3493"/>
    <w:rsid w:val="003B620A"/>
    <w:rsid w:val="003C13AE"/>
    <w:rsid w:val="003C1AC6"/>
    <w:rsid w:val="003C267F"/>
    <w:rsid w:val="003C6171"/>
    <w:rsid w:val="003D2E73"/>
    <w:rsid w:val="003D3AEF"/>
    <w:rsid w:val="003D67CA"/>
    <w:rsid w:val="003E5D58"/>
    <w:rsid w:val="003E72B6"/>
    <w:rsid w:val="003E7BBE"/>
    <w:rsid w:val="003F23C5"/>
    <w:rsid w:val="003F33F6"/>
    <w:rsid w:val="00401721"/>
    <w:rsid w:val="00402786"/>
    <w:rsid w:val="0040483A"/>
    <w:rsid w:val="00411B7B"/>
    <w:rsid w:val="004127E3"/>
    <w:rsid w:val="0041680A"/>
    <w:rsid w:val="00426DAC"/>
    <w:rsid w:val="0043212E"/>
    <w:rsid w:val="00434366"/>
    <w:rsid w:val="00434ECE"/>
    <w:rsid w:val="004369ED"/>
    <w:rsid w:val="00442695"/>
    <w:rsid w:val="00443FF0"/>
    <w:rsid w:val="00444423"/>
    <w:rsid w:val="00446632"/>
    <w:rsid w:val="00446661"/>
    <w:rsid w:val="00451A3F"/>
    <w:rsid w:val="00452F3E"/>
    <w:rsid w:val="00455D1A"/>
    <w:rsid w:val="004640AE"/>
    <w:rsid w:val="00464CDF"/>
    <w:rsid w:val="004679E3"/>
    <w:rsid w:val="00471313"/>
    <w:rsid w:val="00475172"/>
    <w:rsid w:val="004758B0"/>
    <w:rsid w:val="004832D2"/>
    <w:rsid w:val="00484782"/>
    <w:rsid w:val="00485559"/>
    <w:rsid w:val="00497355"/>
    <w:rsid w:val="004A142B"/>
    <w:rsid w:val="004A3860"/>
    <w:rsid w:val="004A44E8"/>
    <w:rsid w:val="004A5377"/>
    <w:rsid w:val="004A581D"/>
    <w:rsid w:val="004A7706"/>
    <w:rsid w:val="004A77E3"/>
    <w:rsid w:val="004B29B7"/>
    <w:rsid w:val="004B3C5D"/>
    <w:rsid w:val="004B7A28"/>
    <w:rsid w:val="004C2244"/>
    <w:rsid w:val="004C79A1"/>
    <w:rsid w:val="004D0D5F"/>
    <w:rsid w:val="004D1569"/>
    <w:rsid w:val="004D44B1"/>
    <w:rsid w:val="004D5110"/>
    <w:rsid w:val="004E0460"/>
    <w:rsid w:val="004E1579"/>
    <w:rsid w:val="004E5FAE"/>
    <w:rsid w:val="004E6245"/>
    <w:rsid w:val="004E6741"/>
    <w:rsid w:val="004E7094"/>
    <w:rsid w:val="004E79DE"/>
    <w:rsid w:val="004F322E"/>
    <w:rsid w:val="004F3B49"/>
    <w:rsid w:val="004F5DC7"/>
    <w:rsid w:val="004F78DA"/>
    <w:rsid w:val="00500F6A"/>
    <w:rsid w:val="00501281"/>
    <w:rsid w:val="00502F9B"/>
    <w:rsid w:val="005032F6"/>
    <w:rsid w:val="00512897"/>
    <w:rsid w:val="005132BC"/>
    <w:rsid w:val="005145AB"/>
    <w:rsid w:val="00520E9A"/>
    <w:rsid w:val="005248C1"/>
    <w:rsid w:val="00526134"/>
    <w:rsid w:val="0053052C"/>
    <w:rsid w:val="00532389"/>
    <w:rsid w:val="00534971"/>
    <w:rsid w:val="00535E19"/>
    <w:rsid w:val="00536BF9"/>
    <w:rsid w:val="005405B2"/>
    <w:rsid w:val="005427C8"/>
    <w:rsid w:val="00542C11"/>
    <w:rsid w:val="00543F03"/>
    <w:rsid w:val="005446D1"/>
    <w:rsid w:val="005472EF"/>
    <w:rsid w:val="005478CD"/>
    <w:rsid w:val="00556C4C"/>
    <w:rsid w:val="00557369"/>
    <w:rsid w:val="00564ADD"/>
    <w:rsid w:val="005708EB"/>
    <w:rsid w:val="00575BC6"/>
    <w:rsid w:val="00576B09"/>
    <w:rsid w:val="0058151B"/>
    <w:rsid w:val="00583902"/>
    <w:rsid w:val="00586D56"/>
    <w:rsid w:val="00590401"/>
    <w:rsid w:val="00590457"/>
    <w:rsid w:val="0059567C"/>
    <w:rsid w:val="00597DFC"/>
    <w:rsid w:val="005A088B"/>
    <w:rsid w:val="005A1D70"/>
    <w:rsid w:val="005A351E"/>
    <w:rsid w:val="005A36D2"/>
    <w:rsid w:val="005A3AA5"/>
    <w:rsid w:val="005A4D08"/>
    <w:rsid w:val="005A66D7"/>
    <w:rsid w:val="005A6C9C"/>
    <w:rsid w:val="005A74DC"/>
    <w:rsid w:val="005B1B50"/>
    <w:rsid w:val="005B367F"/>
    <w:rsid w:val="005B46E8"/>
    <w:rsid w:val="005B5146"/>
    <w:rsid w:val="005B6BD1"/>
    <w:rsid w:val="005C0D7E"/>
    <w:rsid w:val="005C3EC1"/>
    <w:rsid w:val="005C5791"/>
    <w:rsid w:val="005C5D19"/>
    <w:rsid w:val="005C5F2E"/>
    <w:rsid w:val="005C7FC9"/>
    <w:rsid w:val="005D1AFD"/>
    <w:rsid w:val="005E51E6"/>
    <w:rsid w:val="005E703E"/>
    <w:rsid w:val="005F027A"/>
    <w:rsid w:val="005F33CC"/>
    <w:rsid w:val="005F771F"/>
    <w:rsid w:val="00601A0E"/>
    <w:rsid w:val="00605CEE"/>
    <w:rsid w:val="006073AB"/>
    <w:rsid w:val="00611A62"/>
    <w:rsid w:val="006121D4"/>
    <w:rsid w:val="00613B49"/>
    <w:rsid w:val="00616845"/>
    <w:rsid w:val="00620E8E"/>
    <w:rsid w:val="00622332"/>
    <w:rsid w:val="00622716"/>
    <w:rsid w:val="00632CDE"/>
    <w:rsid w:val="00633CFE"/>
    <w:rsid w:val="00634FCA"/>
    <w:rsid w:val="006429BF"/>
    <w:rsid w:val="00643D1B"/>
    <w:rsid w:val="006452B8"/>
    <w:rsid w:val="006479C2"/>
    <w:rsid w:val="00647AD5"/>
    <w:rsid w:val="00650C93"/>
    <w:rsid w:val="00652BE0"/>
    <w:rsid w:val="00652E62"/>
    <w:rsid w:val="00654BBC"/>
    <w:rsid w:val="00661FC7"/>
    <w:rsid w:val="0066520F"/>
    <w:rsid w:val="00670B9A"/>
    <w:rsid w:val="00672064"/>
    <w:rsid w:val="00673070"/>
    <w:rsid w:val="00675661"/>
    <w:rsid w:val="0068548F"/>
    <w:rsid w:val="00686A49"/>
    <w:rsid w:val="00687579"/>
    <w:rsid w:val="00687B62"/>
    <w:rsid w:val="00690C44"/>
    <w:rsid w:val="0069107F"/>
    <w:rsid w:val="00696732"/>
    <w:rsid w:val="006969D9"/>
    <w:rsid w:val="006A0A85"/>
    <w:rsid w:val="006A2B68"/>
    <w:rsid w:val="006A3502"/>
    <w:rsid w:val="006B4765"/>
    <w:rsid w:val="006B6AFF"/>
    <w:rsid w:val="006C2F32"/>
    <w:rsid w:val="006C6AED"/>
    <w:rsid w:val="006D38C3"/>
    <w:rsid w:val="006D4448"/>
    <w:rsid w:val="006D6DFD"/>
    <w:rsid w:val="006E064C"/>
    <w:rsid w:val="006E2C4D"/>
    <w:rsid w:val="006E35E0"/>
    <w:rsid w:val="006E42FE"/>
    <w:rsid w:val="006E5DC4"/>
    <w:rsid w:val="006F030D"/>
    <w:rsid w:val="006F0D02"/>
    <w:rsid w:val="006F10FE"/>
    <w:rsid w:val="006F3622"/>
    <w:rsid w:val="0070416A"/>
    <w:rsid w:val="00705EEC"/>
    <w:rsid w:val="00707741"/>
    <w:rsid w:val="007134FE"/>
    <w:rsid w:val="00715794"/>
    <w:rsid w:val="00717385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2C75"/>
    <w:rsid w:val="00757005"/>
    <w:rsid w:val="00761DBE"/>
    <w:rsid w:val="0076523B"/>
    <w:rsid w:val="00766E9E"/>
    <w:rsid w:val="00771B60"/>
    <w:rsid w:val="00772E9D"/>
    <w:rsid w:val="00776932"/>
    <w:rsid w:val="00777373"/>
    <w:rsid w:val="00780F0B"/>
    <w:rsid w:val="007812B7"/>
    <w:rsid w:val="00781D77"/>
    <w:rsid w:val="00783549"/>
    <w:rsid w:val="007860B7"/>
    <w:rsid w:val="00786DC8"/>
    <w:rsid w:val="00791F31"/>
    <w:rsid w:val="00796EE5"/>
    <w:rsid w:val="007A1827"/>
    <w:rsid w:val="007A300D"/>
    <w:rsid w:val="007A3ACD"/>
    <w:rsid w:val="007B37DA"/>
    <w:rsid w:val="007B7438"/>
    <w:rsid w:val="007C40E1"/>
    <w:rsid w:val="007C73BF"/>
    <w:rsid w:val="007D2A95"/>
    <w:rsid w:val="007D5A78"/>
    <w:rsid w:val="007E3BD1"/>
    <w:rsid w:val="007E6638"/>
    <w:rsid w:val="007F1563"/>
    <w:rsid w:val="007F1EB2"/>
    <w:rsid w:val="007F25B7"/>
    <w:rsid w:val="007F44DB"/>
    <w:rsid w:val="007F5A8B"/>
    <w:rsid w:val="0080043A"/>
    <w:rsid w:val="00802742"/>
    <w:rsid w:val="008175F2"/>
    <w:rsid w:val="00817D51"/>
    <w:rsid w:val="00823530"/>
    <w:rsid w:val="00823C9C"/>
    <w:rsid w:val="00823FF4"/>
    <w:rsid w:val="00825618"/>
    <w:rsid w:val="00827CAD"/>
    <w:rsid w:val="00830267"/>
    <w:rsid w:val="008306E7"/>
    <w:rsid w:val="008322BE"/>
    <w:rsid w:val="008339E6"/>
    <w:rsid w:val="00833D92"/>
    <w:rsid w:val="00834BC8"/>
    <w:rsid w:val="00835A1D"/>
    <w:rsid w:val="00837A29"/>
    <w:rsid w:val="00837FD6"/>
    <w:rsid w:val="00845F9C"/>
    <w:rsid w:val="00847B60"/>
    <w:rsid w:val="00850243"/>
    <w:rsid w:val="00851BE5"/>
    <w:rsid w:val="00853D16"/>
    <w:rsid w:val="008545EB"/>
    <w:rsid w:val="008547E9"/>
    <w:rsid w:val="00860C6E"/>
    <w:rsid w:val="00862924"/>
    <w:rsid w:val="00865011"/>
    <w:rsid w:val="00880AD1"/>
    <w:rsid w:val="00886790"/>
    <w:rsid w:val="008908DE"/>
    <w:rsid w:val="008A12ED"/>
    <w:rsid w:val="008A39D3"/>
    <w:rsid w:val="008A4A4C"/>
    <w:rsid w:val="008B0124"/>
    <w:rsid w:val="008B0AB4"/>
    <w:rsid w:val="008B14D0"/>
    <w:rsid w:val="008B2C77"/>
    <w:rsid w:val="008B4AAC"/>
    <w:rsid w:val="008B4AD2"/>
    <w:rsid w:val="008B7138"/>
    <w:rsid w:val="008C47EE"/>
    <w:rsid w:val="008C4A2E"/>
    <w:rsid w:val="008C586F"/>
    <w:rsid w:val="008C6820"/>
    <w:rsid w:val="008D5EA6"/>
    <w:rsid w:val="008D7631"/>
    <w:rsid w:val="008D7785"/>
    <w:rsid w:val="008E260C"/>
    <w:rsid w:val="008E2FD6"/>
    <w:rsid w:val="008E39BE"/>
    <w:rsid w:val="008E4B15"/>
    <w:rsid w:val="008E62EC"/>
    <w:rsid w:val="008F32F6"/>
    <w:rsid w:val="0090492B"/>
    <w:rsid w:val="00914956"/>
    <w:rsid w:val="00914CFA"/>
    <w:rsid w:val="00916CD7"/>
    <w:rsid w:val="00917E5A"/>
    <w:rsid w:val="00920927"/>
    <w:rsid w:val="00921B38"/>
    <w:rsid w:val="00922F35"/>
    <w:rsid w:val="00923720"/>
    <w:rsid w:val="009259CE"/>
    <w:rsid w:val="009278C9"/>
    <w:rsid w:val="00930327"/>
    <w:rsid w:val="009304D4"/>
    <w:rsid w:val="0093268C"/>
    <w:rsid w:val="00932CD7"/>
    <w:rsid w:val="00933204"/>
    <w:rsid w:val="00944C09"/>
    <w:rsid w:val="009527CB"/>
    <w:rsid w:val="00953835"/>
    <w:rsid w:val="00954C83"/>
    <w:rsid w:val="009552C8"/>
    <w:rsid w:val="00956978"/>
    <w:rsid w:val="00960F6C"/>
    <w:rsid w:val="00967802"/>
    <w:rsid w:val="00970747"/>
    <w:rsid w:val="00971B7C"/>
    <w:rsid w:val="00973D6C"/>
    <w:rsid w:val="0097445B"/>
    <w:rsid w:val="00983F82"/>
    <w:rsid w:val="00990724"/>
    <w:rsid w:val="009924F6"/>
    <w:rsid w:val="00997BFC"/>
    <w:rsid w:val="009A08F5"/>
    <w:rsid w:val="009A0D86"/>
    <w:rsid w:val="009A1721"/>
    <w:rsid w:val="009A4CBB"/>
    <w:rsid w:val="009A5900"/>
    <w:rsid w:val="009A6E6C"/>
    <w:rsid w:val="009A6F3F"/>
    <w:rsid w:val="009B23A1"/>
    <w:rsid w:val="009B331A"/>
    <w:rsid w:val="009B4A2A"/>
    <w:rsid w:val="009C2650"/>
    <w:rsid w:val="009C5351"/>
    <w:rsid w:val="009D15E2"/>
    <w:rsid w:val="009D15FE"/>
    <w:rsid w:val="009D5AA0"/>
    <w:rsid w:val="009D5D2C"/>
    <w:rsid w:val="009F0DCC"/>
    <w:rsid w:val="009F11CA"/>
    <w:rsid w:val="009F44A7"/>
    <w:rsid w:val="009F75F0"/>
    <w:rsid w:val="009F7BD4"/>
    <w:rsid w:val="00A03C2A"/>
    <w:rsid w:val="00A05B8D"/>
    <w:rsid w:val="00A0695B"/>
    <w:rsid w:val="00A13052"/>
    <w:rsid w:val="00A216A8"/>
    <w:rsid w:val="00A223A6"/>
    <w:rsid w:val="00A24DE0"/>
    <w:rsid w:val="00A343F2"/>
    <w:rsid w:val="00A3639E"/>
    <w:rsid w:val="00A36F06"/>
    <w:rsid w:val="00A4157F"/>
    <w:rsid w:val="00A4234E"/>
    <w:rsid w:val="00A5092E"/>
    <w:rsid w:val="00A51113"/>
    <w:rsid w:val="00A55228"/>
    <w:rsid w:val="00A554D6"/>
    <w:rsid w:val="00A56E14"/>
    <w:rsid w:val="00A6476B"/>
    <w:rsid w:val="00A73ACD"/>
    <w:rsid w:val="00A76C6C"/>
    <w:rsid w:val="00A76DD3"/>
    <w:rsid w:val="00A802E3"/>
    <w:rsid w:val="00A8367D"/>
    <w:rsid w:val="00A87356"/>
    <w:rsid w:val="00A92DD1"/>
    <w:rsid w:val="00AA5338"/>
    <w:rsid w:val="00AA672E"/>
    <w:rsid w:val="00AB1B8E"/>
    <w:rsid w:val="00AB5133"/>
    <w:rsid w:val="00AC0696"/>
    <w:rsid w:val="00AC1026"/>
    <w:rsid w:val="00AC4C98"/>
    <w:rsid w:val="00AC5F6B"/>
    <w:rsid w:val="00AC62D1"/>
    <w:rsid w:val="00AD3896"/>
    <w:rsid w:val="00AD59F3"/>
    <w:rsid w:val="00AD5B47"/>
    <w:rsid w:val="00AD684E"/>
    <w:rsid w:val="00AE1ED9"/>
    <w:rsid w:val="00AE1FD8"/>
    <w:rsid w:val="00AE32CB"/>
    <w:rsid w:val="00AE4E4E"/>
    <w:rsid w:val="00AE6525"/>
    <w:rsid w:val="00AF21B7"/>
    <w:rsid w:val="00AF3957"/>
    <w:rsid w:val="00AF6AD0"/>
    <w:rsid w:val="00AF76D5"/>
    <w:rsid w:val="00B0656C"/>
    <w:rsid w:val="00B0712C"/>
    <w:rsid w:val="00B12013"/>
    <w:rsid w:val="00B16CE7"/>
    <w:rsid w:val="00B21F9B"/>
    <w:rsid w:val="00B22C67"/>
    <w:rsid w:val="00B273D4"/>
    <w:rsid w:val="00B31F33"/>
    <w:rsid w:val="00B32693"/>
    <w:rsid w:val="00B3508F"/>
    <w:rsid w:val="00B42830"/>
    <w:rsid w:val="00B443EE"/>
    <w:rsid w:val="00B46C60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774E9"/>
    <w:rsid w:val="00B848D4"/>
    <w:rsid w:val="00B865B7"/>
    <w:rsid w:val="00B91054"/>
    <w:rsid w:val="00B919A8"/>
    <w:rsid w:val="00B93692"/>
    <w:rsid w:val="00B954C8"/>
    <w:rsid w:val="00BA1CB1"/>
    <w:rsid w:val="00BA311D"/>
    <w:rsid w:val="00BA4178"/>
    <w:rsid w:val="00BA430F"/>
    <w:rsid w:val="00BA482D"/>
    <w:rsid w:val="00BB1755"/>
    <w:rsid w:val="00BB23F4"/>
    <w:rsid w:val="00BB4A65"/>
    <w:rsid w:val="00BB7C24"/>
    <w:rsid w:val="00BC5075"/>
    <w:rsid w:val="00BC5265"/>
    <w:rsid w:val="00BC5419"/>
    <w:rsid w:val="00BD3B0F"/>
    <w:rsid w:val="00BE2D7D"/>
    <w:rsid w:val="00BE3284"/>
    <w:rsid w:val="00BE511A"/>
    <w:rsid w:val="00BE529A"/>
    <w:rsid w:val="00BE5ECC"/>
    <w:rsid w:val="00BF0991"/>
    <w:rsid w:val="00BF1D4C"/>
    <w:rsid w:val="00BF3F0A"/>
    <w:rsid w:val="00C04F09"/>
    <w:rsid w:val="00C07F7E"/>
    <w:rsid w:val="00C143C3"/>
    <w:rsid w:val="00C16D3E"/>
    <w:rsid w:val="00C1739B"/>
    <w:rsid w:val="00C20F53"/>
    <w:rsid w:val="00C21ADE"/>
    <w:rsid w:val="00C26067"/>
    <w:rsid w:val="00C27761"/>
    <w:rsid w:val="00C30A29"/>
    <w:rsid w:val="00C317DC"/>
    <w:rsid w:val="00C337F6"/>
    <w:rsid w:val="00C4083C"/>
    <w:rsid w:val="00C40FB7"/>
    <w:rsid w:val="00C43898"/>
    <w:rsid w:val="00C45371"/>
    <w:rsid w:val="00C50AEC"/>
    <w:rsid w:val="00C51EC3"/>
    <w:rsid w:val="00C540A7"/>
    <w:rsid w:val="00C5603F"/>
    <w:rsid w:val="00C578E9"/>
    <w:rsid w:val="00C62302"/>
    <w:rsid w:val="00C70626"/>
    <w:rsid w:val="00C72860"/>
    <w:rsid w:val="00C73582"/>
    <w:rsid w:val="00C73B90"/>
    <w:rsid w:val="00C742EC"/>
    <w:rsid w:val="00C84BB9"/>
    <w:rsid w:val="00C90333"/>
    <w:rsid w:val="00C95589"/>
    <w:rsid w:val="00C96AF3"/>
    <w:rsid w:val="00C97061"/>
    <w:rsid w:val="00C97CCC"/>
    <w:rsid w:val="00CA0274"/>
    <w:rsid w:val="00CA0E2E"/>
    <w:rsid w:val="00CB746F"/>
    <w:rsid w:val="00CC451E"/>
    <w:rsid w:val="00CD4E9D"/>
    <w:rsid w:val="00CD4F4D"/>
    <w:rsid w:val="00CD5C5C"/>
    <w:rsid w:val="00CE0536"/>
    <w:rsid w:val="00CE1516"/>
    <w:rsid w:val="00CE7D19"/>
    <w:rsid w:val="00CE7F15"/>
    <w:rsid w:val="00CF0CF5"/>
    <w:rsid w:val="00CF2B3E"/>
    <w:rsid w:val="00CF64F2"/>
    <w:rsid w:val="00D001AC"/>
    <w:rsid w:val="00D0201F"/>
    <w:rsid w:val="00D021C8"/>
    <w:rsid w:val="00D035F3"/>
    <w:rsid w:val="00D03685"/>
    <w:rsid w:val="00D04C8C"/>
    <w:rsid w:val="00D07D4E"/>
    <w:rsid w:val="00D115AA"/>
    <w:rsid w:val="00D145BE"/>
    <w:rsid w:val="00D14E2E"/>
    <w:rsid w:val="00D2012C"/>
    <w:rsid w:val="00D2035A"/>
    <w:rsid w:val="00D20C57"/>
    <w:rsid w:val="00D222BA"/>
    <w:rsid w:val="00D25D16"/>
    <w:rsid w:val="00D32124"/>
    <w:rsid w:val="00D34BB8"/>
    <w:rsid w:val="00D43BBE"/>
    <w:rsid w:val="00D54C76"/>
    <w:rsid w:val="00D556A3"/>
    <w:rsid w:val="00D71E43"/>
    <w:rsid w:val="00D727F3"/>
    <w:rsid w:val="00D73695"/>
    <w:rsid w:val="00D810DE"/>
    <w:rsid w:val="00D87D32"/>
    <w:rsid w:val="00D91188"/>
    <w:rsid w:val="00D92C83"/>
    <w:rsid w:val="00D95203"/>
    <w:rsid w:val="00DA0A81"/>
    <w:rsid w:val="00DA1CD8"/>
    <w:rsid w:val="00DA3C10"/>
    <w:rsid w:val="00DA53B5"/>
    <w:rsid w:val="00DA662B"/>
    <w:rsid w:val="00DB31BC"/>
    <w:rsid w:val="00DB3BBE"/>
    <w:rsid w:val="00DB638E"/>
    <w:rsid w:val="00DC1D69"/>
    <w:rsid w:val="00DC5A3A"/>
    <w:rsid w:val="00DD0726"/>
    <w:rsid w:val="00DD1A96"/>
    <w:rsid w:val="00DD2473"/>
    <w:rsid w:val="00DD6B74"/>
    <w:rsid w:val="00DE1636"/>
    <w:rsid w:val="00DE5E8B"/>
    <w:rsid w:val="00DF40FA"/>
    <w:rsid w:val="00E01072"/>
    <w:rsid w:val="00E01D4D"/>
    <w:rsid w:val="00E023E1"/>
    <w:rsid w:val="00E024B0"/>
    <w:rsid w:val="00E03C3B"/>
    <w:rsid w:val="00E04A22"/>
    <w:rsid w:val="00E058C1"/>
    <w:rsid w:val="00E07FC0"/>
    <w:rsid w:val="00E10F9F"/>
    <w:rsid w:val="00E11061"/>
    <w:rsid w:val="00E20EA6"/>
    <w:rsid w:val="00E238E6"/>
    <w:rsid w:val="00E314E4"/>
    <w:rsid w:val="00E31AB2"/>
    <w:rsid w:val="00E35064"/>
    <w:rsid w:val="00E3681D"/>
    <w:rsid w:val="00E40225"/>
    <w:rsid w:val="00E42948"/>
    <w:rsid w:val="00E4378B"/>
    <w:rsid w:val="00E501F0"/>
    <w:rsid w:val="00E569C2"/>
    <w:rsid w:val="00E6166D"/>
    <w:rsid w:val="00E77A72"/>
    <w:rsid w:val="00E85CA5"/>
    <w:rsid w:val="00E91BFF"/>
    <w:rsid w:val="00E92933"/>
    <w:rsid w:val="00E943A9"/>
    <w:rsid w:val="00E94FAD"/>
    <w:rsid w:val="00E957EB"/>
    <w:rsid w:val="00EA3CA9"/>
    <w:rsid w:val="00EA4211"/>
    <w:rsid w:val="00EA6612"/>
    <w:rsid w:val="00EB0AA4"/>
    <w:rsid w:val="00EB5C88"/>
    <w:rsid w:val="00EB6F84"/>
    <w:rsid w:val="00EC0469"/>
    <w:rsid w:val="00ED3910"/>
    <w:rsid w:val="00ED5BFA"/>
    <w:rsid w:val="00EE4378"/>
    <w:rsid w:val="00EF01F8"/>
    <w:rsid w:val="00EF1024"/>
    <w:rsid w:val="00EF109C"/>
    <w:rsid w:val="00EF40EF"/>
    <w:rsid w:val="00EF47FE"/>
    <w:rsid w:val="00EF5279"/>
    <w:rsid w:val="00F01177"/>
    <w:rsid w:val="00F03993"/>
    <w:rsid w:val="00F069BD"/>
    <w:rsid w:val="00F06F7C"/>
    <w:rsid w:val="00F10FF6"/>
    <w:rsid w:val="00F123C8"/>
    <w:rsid w:val="00F1480E"/>
    <w:rsid w:val="00F1497D"/>
    <w:rsid w:val="00F15BF0"/>
    <w:rsid w:val="00F1660D"/>
    <w:rsid w:val="00F16AAC"/>
    <w:rsid w:val="00F22B51"/>
    <w:rsid w:val="00F25B12"/>
    <w:rsid w:val="00F33FF2"/>
    <w:rsid w:val="00F438FC"/>
    <w:rsid w:val="00F47281"/>
    <w:rsid w:val="00F5210E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CC6"/>
    <w:rsid w:val="00F80197"/>
    <w:rsid w:val="00F83D7C"/>
    <w:rsid w:val="00F87DF9"/>
    <w:rsid w:val="00F912AE"/>
    <w:rsid w:val="00F93581"/>
    <w:rsid w:val="00F93EF7"/>
    <w:rsid w:val="00F95834"/>
    <w:rsid w:val="00FA5C14"/>
    <w:rsid w:val="00FB232E"/>
    <w:rsid w:val="00FB7B99"/>
    <w:rsid w:val="00FC325D"/>
    <w:rsid w:val="00FD557D"/>
    <w:rsid w:val="00FD66F9"/>
    <w:rsid w:val="00FD7EC8"/>
    <w:rsid w:val="00FE0282"/>
    <w:rsid w:val="00FE028E"/>
    <w:rsid w:val="00FE124D"/>
    <w:rsid w:val="00FE792C"/>
    <w:rsid w:val="00FF3BF3"/>
    <w:rsid w:val="00FF58F8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F0991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UnresolvedMention">
    <w:name w:val="Unresolved Mention"/>
    <w:basedOn w:val="DefaultParagraphFont"/>
    <w:uiPriority w:val="99"/>
    <w:semiHidden/>
    <w:unhideWhenUsed/>
    <w:rsid w:val="00933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A8B2E-F700-45A0-9862-97E078F70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01C5E2-56B0-497C-A56D-9B5191C2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129</TotalTime>
  <Pages>5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10076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117</cp:revision>
  <cp:lastPrinted>2016-05-27T05:21:00Z</cp:lastPrinted>
  <dcterms:created xsi:type="dcterms:W3CDTF">2020-12-09T00:33:00Z</dcterms:created>
  <dcterms:modified xsi:type="dcterms:W3CDTF">2021-09-22T05:05:00Z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